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0B80A" w14:textId="327CEC1C" w:rsidR="00792DB1" w:rsidRDefault="00DA5D97">
      <w:pPr>
        <w:pStyle w:val="berschrift2"/>
      </w:pPr>
      <w:proofErr w:type="spellStart"/>
      <w:r>
        <w:t>SampleSource</w:t>
      </w:r>
      <w:proofErr w:type="spellEnd"/>
      <w:r w:rsidR="00310DD7">
        <w:t xml:space="preserve"> </w:t>
      </w:r>
      <w:r w:rsidR="00A02383">
        <w:t>1</w:t>
      </w:r>
    </w:p>
    <w:p w14:paraId="28B1548A" w14:textId="7D7AAE15" w:rsidR="00792DB1" w:rsidRDefault="00DA5D97">
      <w:pPr>
        <w:pStyle w:val="berschrift2"/>
      </w:pPr>
      <w:proofErr w:type="spellStart"/>
      <w:r>
        <w:t>SampleSource</w:t>
      </w:r>
      <w:proofErr w:type="spellEnd"/>
      <w:r w:rsidR="00310DD7">
        <w:t xml:space="preserve"> </w:t>
      </w:r>
      <w:r w:rsidR="00A02383">
        <w:t>2</w:t>
      </w:r>
    </w:p>
    <w:sectPr w:rsidR="00792DB1">
      <w:headerReference w:type="default" r:id="rId7"/>
      <w:pgSz w:w="11907" w:h="16840" w:code="9"/>
      <w:pgMar w:top="1418" w:right="1134" w:bottom="1418" w:left="25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15D02" w14:textId="77777777" w:rsidR="00BC22D6" w:rsidRDefault="00BC22D6">
      <w:r>
        <w:separator/>
      </w:r>
    </w:p>
  </w:endnote>
  <w:endnote w:type="continuationSeparator" w:id="0">
    <w:p w14:paraId="0B540431" w14:textId="77777777" w:rsidR="00BC22D6" w:rsidRDefault="00BC2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BCB43" w14:textId="77777777" w:rsidR="00BC22D6" w:rsidRDefault="00BC22D6">
      <w:r>
        <w:separator/>
      </w:r>
    </w:p>
  </w:footnote>
  <w:footnote w:type="continuationSeparator" w:id="0">
    <w:p w14:paraId="282269A7" w14:textId="77777777" w:rsidR="00BC22D6" w:rsidRDefault="00BC2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0331" w14:textId="77777777" w:rsidR="00792DB1" w:rsidRDefault="00792DB1">
    <w:pPr>
      <w:spacing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866C89"/>
    <w:multiLevelType w:val="multilevel"/>
    <w:tmpl w:val="99799376"/>
    <w:lvl w:ilvl="0">
      <w:start w:val="1"/>
      <w:numFmt w:val="upperLetter"/>
      <w:pStyle w:val="berschrift1"/>
      <w:lvlText w:val="Teil %1."/>
      <w:legacy w:legacy="1" w:legacySpace="0" w:legacyIndent="0"/>
      <w:lvlJc w:val="center"/>
      <w:pPr>
        <w:ind w:left="0" w:firstLine="0"/>
      </w:pPr>
    </w:lvl>
    <w:lvl w:ilvl="1">
      <w:start w:val="1"/>
      <w:numFmt w:val="decimal"/>
      <w:pStyle w:val="berschrift2"/>
      <w:lvlText w:val="§ %2 "/>
      <w:legacy w:legacy="1" w:legacySpace="0" w:legacyIndent="0"/>
      <w:lvlJc w:val="right"/>
    </w:lvl>
    <w:lvl w:ilvl="2">
      <w:start w:val="1"/>
      <w:numFmt w:val="decimal"/>
      <w:pStyle w:val="berschrift3"/>
      <w:lvlText w:val="%3."/>
      <w:legacy w:legacy="1" w:legacySpace="0" w:legacyIndent="708"/>
      <w:lvlJc w:val="left"/>
      <w:pPr>
        <w:ind w:left="708" w:hanging="708"/>
      </w:pPr>
    </w:lvl>
    <w:lvl w:ilvl="3">
      <w:start w:val="1"/>
      <w:numFmt w:val="lowerLetter"/>
      <w:pStyle w:val="berschrift4"/>
      <w:lvlText w:val="%4)"/>
      <w:legacy w:legacy="1" w:legacySpace="0" w:legacyIndent="708"/>
      <w:lvlJc w:val="left"/>
      <w:pPr>
        <w:ind w:left="1416" w:hanging="708"/>
      </w:pPr>
    </w:lvl>
    <w:lvl w:ilvl="4">
      <w:start w:val="1"/>
      <w:numFmt w:val="decimal"/>
      <w:pStyle w:val="berschrift5"/>
      <w:lvlText w:val="(%5)"/>
      <w:legacy w:legacy="1" w:legacySpace="0" w:legacyIndent="708"/>
      <w:lvlJc w:val="left"/>
      <w:pPr>
        <w:ind w:left="2124" w:hanging="708"/>
      </w:pPr>
    </w:lvl>
    <w:lvl w:ilvl="5">
      <w:start w:val="1"/>
      <w:numFmt w:val="lowerLetter"/>
      <w:pStyle w:val="berschrift6"/>
      <w:lvlText w:val="(%6)"/>
      <w:legacy w:legacy="1" w:legacySpace="0" w:legacyIndent="708"/>
      <w:lvlJc w:val="left"/>
      <w:pPr>
        <w:ind w:left="2832" w:hanging="708"/>
      </w:pPr>
    </w:lvl>
    <w:lvl w:ilvl="6">
      <w:start w:val="1"/>
      <w:numFmt w:val="lowerRoman"/>
      <w:pStyle w:val="berschrift7"/>
      <w:lvlText w:val="(%7)"/>
      <w:legacy w:legacy="1" w:legacySpace="0" w:legacyIndent="708"/>
      <w:lvlJc w:val="left"/>
      <w:pPr>
        <w:ind w:left="3540" w:hanging="708"/>
      </w:pPr>
    </w:lvl>
    <w:lvl w:ilvl="7">
      <w:start w:val="1"/>
      <w:numFmt w:val="lowerLetter"/>
      <w:pStyle w:val="berschrift8"/>
      <w:lvlText w:val="(%8)"/>
      <w:legacy w:legacy="1" w:legacySpace="0" w:legacyIndent="708"/>
      <w:lvlJc w:val="left"/>
      <w:pPr>
        <w:ind w:left="4248" w:hanging="708"/>
      </w:pPr>
    </w:lvl>
    <w:lvl w:ilvl="8">
      <w:start w:val="1"/>
      <w:numFmt w:val="lowerRoman"/>
      <w:pStyle w:val="berschrift9"/>
      <w:lvlText w:val="(%9)"/>
      <w:legacy w:legacy="1" w:legacySpace="0" w:legacyIndent="708"/>
      <w:lvlJc w:val="left"/>
      <w:pPr>
        <w:ind w:left="4956"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linkStyles/>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Notastic.DocFieldCategories" w:val="1#Notar_x000d__x000a_3#Sachbearbeiter / Benutzer_x000d__x000a_4#Vorgang / Urkunde_x000d__x000a_7#Vollzug"/>
    <w:docVar w:name="_Notastic.DocFieldNamesForCategory_1" w:val="Notar.Absenderkennung_x000d__x000a_Notar.Bank1.BIC_x000d__x000a_Notar.Bank1.BLZ_x000d__x000a_Notar.Bank1.IBAN_x000d__x000a_Notar.Bank1.Konto_x000d__x000a_Notar.Bank1.Name_x000d__x000a_Notar.Bank2.BIC_x000d__x000a_Notar.Bank2.BLZ_x000d__x000a_Notar.Bank2.IBAN_x000d__x000a_Notar.Bank2.Konto_x000d__x000a_Notar.Bank2.Name_x000d__x000a_Notar.Bank3.BIC_x000d__x000a_Notar.Bank3.BLZ_x000d__x000a_Notar.Bank3.IBAN_x000d__x000a_Notar.Bank3.Konto_x000d__x000a_Notar.Bank3.Name_x000d__x000a_Notar.Bank4.BIC_x000d__x000a_Notar.Bank4.BLZ_x000d__x000a_Notar.Bank4.IBAN_x000d__x000a_Notar.Bank4.Konto_x000d__x000a_Notar.Bank4.Name_x000d__x000a_Notar.Bank5.BIC_x000d__x000a_Notar.Bank5.BLZ_x000d__x000a_Notar.Bank5.IBAN_x000d__x000a_Notar.Bank5.Konto_x000d__x000a_Notar.Bank5.Name_x000d__x000a_Notar.Bank6.BIC_x000d__x000a_Notar.Bank6.BLZ_x000d__x000a_Notar.Bank6.IBAN_x000d__x000a_Notar.Bank6.Konto_x000d__x000a_Notar.Bank6.Name_x000d__x000a_Notar.Bank7.BIC_x000d__x000a_Notar.Bank7.BLZ_x000d__x000a_Notar.Bank7.IBAN_x000d__x000a_Notar.Bank7.Konto_x000d__x000a_Notar.Bank7.Name_x000d__x000a_Notar.Bank8.BIC_x000d__x000a_Notar.Bank8.BLZ_x000d__x000a_Notar.Bank8.IBAN_x000d__x000a_Notar.Bank8.Konto_x000d__x000a_Notar.Bank8.Name_x000d__x000a_Notar.Bank9.BIC_x000d__x000a_Notar.Bank9.BLZ_x000d__x000a_Notar.Bank9.IBAN_x000d__x000a_Notar.Bank9.Konto_x000d__x000a_Notar.Bank9.Name_x000d__x000a_Notar.Briefkopffeld1_x000d__x000a_Notar.Briefkopffeld2_x000d__x000a_Notar.Briefkopffeld3_x000d__x000a_Notar.Briefkopffeld4_x000d__x000a_Notar.Briefkopffeld5_x000d__x000a_Notar.Email_x000d__x000a_Notar.Hausnummer_x000d__x000a_Notar.Name_x000d__x000a_Notar.Ort_x000d__x000a_Notar.Postfach_x000d__x000a_Notar.PostfachPostleitzahl_x000d__x000a_Notar.Postleitzahl_x000d__x000a_Notar.Strasse_x000d__x000a_Notar.Telefax_x000d__x000a_Notar.Telefon_x000d__x000a_Notar.Untertitel_x000d__x000a_Notar.UStId"/>
    <w:docVar w:name="_Notastic.DocFieldNamesForCategory_3" w:val="AktuellerMitarbeiter.Berufsbezeichnung_x000d__x000a_AktuellerMitarbeiter.Email_x000d__x000a_AktuellerMitarbeiter.Kuerzel_x000d__x000a_AktuellerMitarbeiter.Name_x000d__x000a_AktuellerMitarbeiter.Telefax_x000d__x000a_AktuellerMitarbeiter.Telefon_x000d__x000a_Sachbearbeiter.Berufsbezeichnung_x000d__x000a_Sachbearbeiter.Email_x000d__x000a_Sachbearbeiter.Kuerzel_x000d__x000a_Sachbearbeiter.Name_x000d__x000a_Sachbearbeiter.Telefax_x000d__x000a_Sachbearbeiter.Telefon"/>
    <w:docVar w:name="_Notastic.DocFieldNamesForCategory_4" w:val="Vorgang.Amtsinhaber_x000d__x000a_Vorgang.BeurkundungsdatumKurz_x000d__x000a_Vorgang.BeurkundungsdatumKurzObervorgang_x000d__x000a_Vorgang.BeurkundungsdatumLang_x000d__x000a_Vorgang.BeurkundungsdatumLangEN_x000d__x000a_Vorgang.BeurkundungsdatumLangObervorgang_x000d__x000a_Vorgang.BeurkundungsdatumLangObervorgangEN_x000d__x000a_Vorgang.Beurkundungsort_x000d__x000a_Vorgang.Bezeichnung_x000d__x000a_Vorgang.BlockIdentifikation_x000d__x000a_Vorgang.BlockUrkundsbeteiligte_x000d__x000a_Vorgang.Id_x000d__x000a_Vorgang.NotizenZumVorgang_x000d__x000a_Vorgang.Rechtsgeschaeft_x000d__x000a_Vorgang.Schlussformel_x000d__x000a_Vorgang.SteuerIdStringUrkundsbeteiligte_x000d__x000a_Vorgang.UnterschriftKurz_x000d__x000a_Vorgang.UnterschriftLang_x000d__x000a_Vorgang.URNrDruckformat_x000d__x000a_Vorgang.URNrDruckformatObervorgang_x000d__x000a_Vorgang.URNrNurJahr_x000d__x000a_Vorgang.URNrNurNotarKuerzel_x000d__x000a_Vorgang.URNrNurNummer_x000d__x000a_Vorgang.URNrStandardformat_x000d__x000a_Vorgang.URNrStandardformatObervorgang"/>
    <w:docVar w:name="_Notastic.DocFieldNamesForCategory_7" w:val="Vollzug.BriefAnrede_x000d__x000a_Vollzug.BriefAnschriftenfeld_x000d__x000a_Vollzug.BriefBetreff_x000d__x000a_Vollzug.BriefSchlussformel_x000d__x000a_Vollzug.EmailAnrede_x000d__x000a_Vollzug.EmailBcc_x000d__x000a_Vollzug.EmailBetreff_x000d__x000a_Vollzug.EmailCc_x000d__x000a_Vollzug.EmailTo_x000d__x000a_Vollzug.NotarUnterschriftKurz_x000d__x000a_Vollzug.NotarUnterschriftLang_x000d__x000a_Vollzug.VorgangBezeichnung"/>
    <w:docVar w:name="_Notastic.DocRoleFieldNames" w:val="AnredeBriefkopfGeschaeftlich_x000d__x000a_AnredeBriefkopfPrivat_x000d__x000a_AnredeBrieftextGeschaeftlich_x000d__x000a_AnredeBrieftextPrivat_x000d__x000a_AnredeUrkundeGeschaeftlich_x000d__x000a_AnredeUrkundePrivat_x000d__x000a_Geburtenregisternummer_x000d__x000a_Geburtsdatum(ddmmmmyyyy)_x000d__x000a_Geburtsdatum(ddmmmmyyyy)EN_x000d__x000a_Geburtsdatum(ddmmyyyy)_x000d__x000a_Geburtsdatum(dmyyyy)_x000d__x000a_Geburtsdatum/Registernummer_x000d__x000a_Geburtsname_x000d__x000a_Geburtsort_x000d__x000a_Geburtsstandesamt_x000d__x000a_GeburtsstandesamtGeburtenregisternummer_x000d__x000a_Hausnr_x000d__x000a_HausnrGeschaeftlich_x000d__x000a_Identifikation_x000d__x000a_KlientenID_x000d__x000a_Land_x000d__x000a_LandGeschaeftlich_x000d__x000a_Nachname/Firma_x000d__x000a_Ort_x000d__x000a_OrtGeschaeftlich_x000d__x000a_PLZ_x000d__x000a_PLZGeschaeftlich_x000d__x000a_PLZOrt_x000d__x000a_PLZOrtGeschaeftlich_x000d__x000a_PLZOrtLand_x000d__x000a_PLZOrtLandGeschaeftlich_x000d__x000a_PLZPostfach_x000d__x000a_PLZPostfachOrt_x000d__x000a_Postfach_x000d__x000a_RegisterAbteilung_x000d__x000a_Registerart_x000d__x000a_Registergericht_x000d__x000a_Registernummer_x000d__x000a_RegisterNurNummer_x000d__x000a_Registerstelle_x000d__x000a_Rubrum_x000d__x000a_RubrumGeschaeftlich_x000d__x000a_Rufname_x000d__x000a_RufnameTitel_x000d__x000a_RufnameTitelNachname/Firma_x000d__x000a_RufnameTitelNachname/Firma(formatiert)_x000d__x000a_RufnameTitelNachname/FirmaGeburtsname_x000d__x000a_RufnameTitelNachname/FirmaGeburtsname(formatiert)_x000d__x000a_SitzOrt_x000d__x000a_SitzStaat_x000d__x000a_SteuerId_x000d__x000a_Strasse_x000d__x000a_StrasseGeschaeftlich_x000d__x000a_StrasseHausnr_x000d__x000a_StrasseHausnrGeschaeftlich_x000d__x000a_Titel_x000d__x000a_UrkundsformatAnschriftKomplett_x000d__x000a_UrkundsformatAnschriftKomplettGeschaeftlich_x000d__x000a_Vornamen_x000d__x000a_Vornamen(formatiert)_x000d__x000a_VornamenTitel_x000d__x000a_VornamenTitel(formatiert)_x000d__x000a_VornamenTitelNachname/Firma_x000d__x000a_VornamenTitelNachname/Firma(formatiert)_x000d__x000a_VornamenTitelNachname/FirmaGeburtsname_x000d__x000a_VornamenTitelNachname/FirmaGeburtsname(formatiert)"/>
    <w:docVar w:name="_Notastic.DocRoleNames" w:val="&lt;Ablösegläubiger&gt;_x000d__x000a_&lt;Antragsteller(Erbs/TVZ)&gt;_x000d__x000a_&lt;Berechtigter&gt;_x000d__x000a_&lt;Betreuungsgericht&gt;_x000d__x000a_&lt;Bevollmächtigter&gt;_x000d__x000a_&lt;Dritter&gt;_x000d__x000a_&lt;Ehegatte&gt;_x000d__x000a_&lt;Eigentümer&gt;_x000d__x000a_&lt;Einzelfirma&gt;_x000d__x000a_&lt;Erblasser(Erbs/TVZ)&gt;_x000d__x000a_&lt;Erbschaftsteuerstelle&gt;_x000d__x000a_&lt;Erwerber(GesR)&gt;_x000d__x000a_&lt;Erwerber(Immo)&gt;_x000d__x000a_&lt;Familiengericht&gt;_x000d__x000a_&lt;Finanzierungsgläubiger&gt;_x000d__x000a_&lt;Genossenschaft&gt;_x000d__x000a_&lt;Geschäftsführer(Austritt)&gt;_x000d__x000a_&lt;Geschäftsführer(Eintritt)&gt;_x000d__x000a_&lt;Geschäftsführer&gt;_x000d__x000a_&lt;Gesellschaft&gt;_x000d__x000a_&lt;Gesellschafter&gt;_x000d__x000a_&lt;Grundbuchamt&gt;_x000d__x000a_&lt;Grunderwerbsteuerstelle&gt;_x000d__x000a_&lt;Gutachterausschuss&gt;_x000d__x000a_&lt;IHK/HWK&gt;_x000d__x000a_&lt;Inhaber&gt;_x000d__x000a_&lt;Kommanditist&gt;_x000d__x000a_&lt;Körperschaftsteuerstelle&gt;_x000d__x000a_&lt;Landwirtschaftsbehörde&gt;_x000d__x000a_&lt;Liquidator(Austritt)&gt;_x000d__x000a_&lt;Liquidator(Eintritt)&gt;_x000d__x000a_&lt;Liquidator&gt;_x000d__x000a_&lt;Makler&gt;_x000d__x000a_&lt;Nachlassgericht&gt;_x000d__x000a_&lt;Prokurist(Austritt)&gt;_x000d__x000a_&lt;Prokurist(Eintritt)&gt;_x000d__x000a_&lt;Prokurist&gt;_x000d__x000a_&lt;Rechtsanwalt&gt;_x000d__x000a_&lt;Rechtsnachfolger(Kommand.)&gt;_x000d__x000a_&lt;Registergericht&gt;_x000d__x000a_&lt;Sanierungsbehörde&gt;_x000d__x000a_&lt;Schenkungsteuerstelle&gt;_x000d__x000a_&lt;Steuerberater&gt;_x000d__x000a_&lt;Testierender&gt;_x000d__x000a_&lt;Übernehmender Rechtsträger&gt;_x000d__x000a_&lt;Übertragender Rechtsträger&gt;_x000d__x000a_&lt;Umlegungsbehörde&gt;_x000d__x000a_&lt;Veräußerer(GesR)&gt;_x000d__x000a_&lt;Veräußerer(Immo)&gt;_x000d__x000a_&lt;Verein&gt;_x000d__x000a_&lt;Vertreter&gt;_x000d__x000a_&lt;Verwalter&gt;_x000d__x000a_&lt;Vollmachtgeber&gt;_x000d__x000a_&lt;Vorkaufsberechtigter(BauGB)&gt;_x000d__x000a_&lt;Vorkaufsberechtigter(Denkmal)&gt;_x000d__x000a_&lt;Vorkaufsberechtigter(Mieter)&gt;_x000d__x000a_&lt;Vorkaufsberechtigter(Naturschutz)&gt;_x000d__x000a_&lt;Vorkaufsberechtigter(StrasseGemein_x000d__x000a_&lt;Vorkaufsberechtigter(StrasseLand)&gt;_x000d__x000a_&lt;Vorkaufsberechtigter(Wasser)&gt;_x000d__x000a_&lt;Vorstand(Austritt)&gt;_x000d__x000a_&lt;Vorstand(Eintritt)&gt;_x000d__x000a_&lt;Vorstand&gt;"/>
    <w:docVar w:name="_Notastic.Installationstring" w:val="Standard"/>
    <w:docVar w:name="_Notastic.LevelTBSGeneral" w:val="4"/>
    <w:docVar w:name="_Notastic.LevelTBSVollzugsdokumente" w:val="2"/>
    <w:docVar w:name="_Notastic.MaxRollenIndex" w:val="5"/>
    <w:docVar w:name="_Notastic.SprungmarkeDefinition" w:val="***"/>
    <w:docVar w:name="_Notastic.UseIgeno" w:val="0"/>
    <w:docVar w:name="_Notastic.UseStoredProceduresToResolveDocFields" w:val="1"/>
    <w:docVar w:name="_Notastic.UseTBSFulltextSearch" w:val="1"/>
    <w:docVar w:name="FLD_AktuellerMitarbeiter.Berufsbezeichnung" w:val="Administrator"/>
    <w:docVar w:name="FLD_AktuellerMitarbeiter.Email" w:val="info@notastic.de"/>
    <w:docVar w:name="FLD_AktuellerMitarbeiter.Kuerzel" w:val="Admin"/>
    <w:docVar w:name="FLD_AktuellerMitarbeiter.Name" w:val="Herr Admin"/>
    <w:docVar w:name="FLD_AktuellerMitarbeiter.Telefax" w:val="   "/>
    <w:docVar w:name="FLD_AktuellerMitarbeiter.Telefon" w:val="   "/>
    <w:docVar w:name="FLD_Beispielfeld" w:val="***"/>
    <w:docVar w:name="FLD_NOT_Name" w:val="Dr. Max Mustermann"/>
    <w:docVar w:name="FLD_NOT_Untertitel" w:val="Notar"/>
    <w:docVar w:name="FLD_Notar.Absenderkennung" w:val="Dr. Max Mustermann - Notar - Musterstraße 1 - 54321 Musterstadt"/>
    <w:docVar w:name="FLD_Notar.Bank1.BIC" w:val="MALADE99MST"/>
    <w:docVar w:name="FLD_Notar.Bank1.BLZ" w:val="123 456 78"/>
    <w:docVar w:name="FLD_Notar.Bank1.IBAN" w:val="DE11123456780000888888"/>
    <w:docVar w:name="FLD_Notar.Bank1.Konto" w:val="0000888888"/>
    <w:docVar w:name="FLD_Notar.Bank1.Name" w:val="Sparkasse Musterstadt"/>
    <w:docVar w:name="FLD_Notar.Bank2.BIC" w:val="   "/>
    <w:docVar w:name="FLD_Notar.Bank2.BLZ" w:val="   "/>
    <w:docVar w:name="FLD_Notar.Bank2.IBAN" w:val="   "/>
    <w:docVar w:name="FLD_Notar.Bank2.Konto" w:val="   "/>
    <w:docVar w:name="FLD_Notar.Bank2.Name" w:val="   "/>
    <w:docVar w:name="FLD_Notar.Bank3.BIC" w:val="   "/>
    <w:docVar w:name="FLD_Notar.Bank3.BLZ" w:val="   "/>
    <w:docVar w:name="FLD_Notar.Bank3.IBAN" w:val="   "/>
    <w:docVar w:name="FLD_Notar.Bank3.Konto" w:val="   "/>
    <w:docVar w:name="FLD_Notar.Bank3.Name" w:val="   "/>
    <w:docVar w:name="FLD_Notar.Bank4.BIC" w:val="   "/>
    <w:docVar w:name="FLD_Notar.Bank4.BLZ" w:val="   "/>
    <w:docVar w:name="FLD_Notar.Bank4.IBAN" w:val="   "/>
    <w:docVar w:name="FLD_Notar.Bank4.Konto" w:val="   "/>
    <w:docVar w:name="FLD_Notar.Bank4.Name" w:val="   "/>
    <w:docVar w:name="FLD_Notar.Bank5.BIC" w:val="   "/>
    <w:docVar w:name="FLD_Notar.Bank5.BLZ" w:val="   "/>
    <w:docVar w:name="FLD_Notar.Bank5.IBAN" w:val="   "/>
    <w:docVar w:name="FLD_Notar.Bank5.Konto" w:val="   "/>
    <w:docVar w:name="FLD_Notar.Bank5.Name" w:val="   "/>
    <w:docVar w:name="FLD_Notar.Bank6.BIC" w:val="   "/>
    <w:docVar w:name="FLD_Notar.Bank6.BLZ" w:val="   "/>
    <w:docVar w:name="FLD_Notar.Bank6.IBAN" w:val="   "/>
    <w:docVar w:name="FLD_Notar.Bank6.Konto" w:val="   "/>
    <w:docVar w:name="FLD_Notar.Bank6.Name" w:val="   "/>
    <w:docVar w:name="FLD_Notar.Bank7.BIC" w:val="   "/>
    <w:docVar w:name="FLD_Notar.Bank7.BLZ" w:val="   "/>
    <w:docVar w:name="FLD_Notar.Bank7.IBAN" w:val="   "/>
    <w:docVar w:name="FLD_Notar.Bank7.Konto" w:val="   "/>
    <w:docVar w:name="FLD_Notar.Bank7.Name" w:val="   "/>
    <w:docVar w:name="FLD_Notar.Bank8.BIC" w:val="   "/>
    <w:docVar w:name="FLD_Notar.Bank8.BLZ" w:val="   "/>
    <w:docVar w:name="FLD_Notar.Bank8.IBAN" w:val="   "/>
    <w:docVar w:name="FLD_Notar.Bank8.Konto" w:val="   "/>
    <w:docVar w:name="FLD_Notar.Bank8.Name" w:val="   "/>
    <w:docVar w:name="FLD_Notar.Bank9.BIC" w:val="   "/>
    <w:docVar w:name="FLD_Notar.Bank9.BLZ" w:val="   "/>
    <w:docVar w:name="FLD_Notar.Bank9.IBAN" w:val="   "/>
    <w:docVar w:name="FLD_Notar.Bank9.Konto" w:val="   "/>
    <w:docVar w:name="FLD_Notar.Bank9.Name" w:val="   "/>
    <w:docVar w:name="FLD_Notar.Briefkopffeld1" w:val="Notar Dr. Mustermann | Musterstraße 1 | 54321 Musterstadt"/>
    <w:docVar w:name="FLD_Notar.Briefkopffeld2" w:val="www.mustermann.de"/>
    <w:docVar w:name="FLD_Notar.Briefkopffeld3" w:val="DE245695209"/>
    <w:docVar w:name="FLD_Notar.Briefkopffeld4" w:val="   "/>
    <w:docVar w:name="FLD_Notar.Briefkopffeld5" w:val="   "/>
    <w:docVar w:name="FLD_Notar.Email" w:val="info@mustermann.de"/>
    <w:docVar w:name="FLD_Notar.Hausnummer" w:val="1"/>
    <w:docVar w:name="FLD_Notar.Name" w:val="Dr. Max Mustermann"/>
    <w:docVar w:name="FLD_Notar.Ort" w:val="Musterstadt"/>
    <w:docVar w:name="FLD_Notar.Postfach" w:val="   "/>
    <w:docVar w:name="FLD_Notar.PostfachPostleitzahl" w:val="   "/>
    <w:docVar w:name="FLD_Notar.Postleitzahl" w:val="54321"/>
    <w:docVar w:name="FLD_Notar.Strasse" w:val="Musterstraße"/>
    <w:docVar w:name="FLD_Notar.Telefax" w:val="01234 5678-99"/>
    <w:docVar w:name="FLD_Notar.Telefon" w:val="01234 5678-0"/>
    <w:docVar w:name="FLD_Notar.Untertitel" w:val="Notar"/>
    <w:docVar w:name="FLD_Notar.UStId" w:val="USt-IdNr.: DE123456789"/>
    <w:docVar w:name="FLD_NTR_Absenderkennung" w:val="Dr. Max Mustermann - Notar - Musterstraße 1 - 54321 Musterstadt"/>
    <w:docVar w:name="FLD_NTR_Bank1_BLZ" w:val="123 456 78"/>
    <w:docVar w:name="FLD_NTR_Bank1_Konto" w:val="0000888888"/>
    <w:docVar w:name="FLD_NTR_Bank1_Name" w:val="Sparkasse Musterstadt"/>
    <w:docVar w:name="FLD_NTR_Bank2_BLZ" w:val="   "/>
    <w:docVar w:name="FLD_NTR_Bank2_Konto" w:val="   "/>
    <w:docVar w:name="FLD_NTR_Bank2_Name" w:val="   "/>
    <w:docVar w:name="FLD_NTR_Bank3_BLZ" w:val="   "/>
    <w:docVar w:name="FLD_NTR_Bank3_Konto" w:val="   "/>
    <w:docVar w:name="FLD_NTR_Bank3_Name" w:val="   "/>
    <w:docVar w:name="FLD_NTR_Bank4_BLZ" w:val="   "/>
    <w:docVar w:name="FLD_NTR_Bank4_Konto" w:val="   "/>
    <w:docVar w:name="FLD_NTR_Bank4_Name" w:val="   "/>
    <w:docVar w:name="FLD_NTR_Bank5_BLZ" w:val="   "/>
    <w:docVar w:name="FLD_NTR_Bank5_Konto" w:val="   "/>
    <w:docVar w:name="FLD_NTR_Bank5_Name" w:val="   "/>
    <w:docVar w:name="FLD_NTR_Bank6_BLZ" w:val="   "/>
    <w:docVar w:name="FLD_NTR_Bank6_Konto" w:val="   "/>
    <w:docVar w:name="FLD_NTR_Bank6_Name" w:val="   "/>
    <w:docVar w:name="FLD_NTR_Bank7_BLZ" w:val="   "/>
    <w:docVar w:name="FLD_NTR_Bank7_Konto" w:val="   "/>
    <w:docVar w:name="FLD_NTR_Bank7_Name" w:val="   "/>
    <w:docVar w:name="FLD_NTR_Bank8_BLZ" w:val="   "/>
    <w:docVar w:name="FLD_NTR_Bank8_Konto" w:val="   "/>
    <w:docVar w:name="FLD_NTR_Bank8_Name" w:val="   "/>
    <w:docVar w:name="FLD_NTR_Bank9_BLZ" w:val="   "/>
    <w:docVar w:name="FLD_NTR_Bank9_Konto" w:val="   "/>
    <w:docVar w:name="FLD_NTR_Bank9_Name" w:val="   "/>
    <w:docVar w:name="FLD_NTR_Briefkopfeld_1" w:val="Notar Dr. Mustermann | Musterstraße 1 | 54321 Musterstadt"/>
    <w:docVar w:name="FLD_NTR_Briefkopfeld_2" w:val="www.mustermann.de"/>
    <w:docVar w:name="FLD_NTR_Briefkopfeld_3" w:val="DE245695209"/>
    <w:docVar w:name="FLD_NTR_Briefkopfeld_4" w:val="   "/>
    <w:docVar w:name="FLD_NTR_Briefkopfeld_5" w:val="   "/>
    <w:docVar w:name="FLD_NTR_eMail" w:val="info@mustermann.de"/>
    <w:docVar w:name="FLD_NTR_Hausnummer" w:val="1"/>
    <w:docVar w:name="FLD_NTR_Ort" w:val="Musterstadt"/>
    <w:docVar w:name="FLD_NTR_Postfach" w:val="   "/>
    <w:docVar w:name="FLD_NTR_Postfach_PLZ" w:val="   "/>
    <w:docVar w:name="FLD_NTR_Postleitzahl" w:val="54321"/>
    <w:docVar w:name="FLD_NTR_Strasse" w:val="Musterstraße"/>
    <w:docVar w:name="FLD_NTR_Telefax" w:val="01234 5678-99"/>
    <w:docVar w:name="FLD_NTR_Telefon" w:val="01234 5678-0"/>
    <w:docVar w:name="FLD_NTR_UStID" w:val="USt-IdNr.: DE123456789"/>
    <w:docVar w:name="FLD_Sachbearbeiter.Berufsbezeichnung" w:val="Notarfachreferent"/>
    <w:docVar w:name="FLD_Sachbearbeiter.Email" w:val="mueller@mustermann.de"/>
    <w:docVar w:name="FLD_Sachbearbeiter.Kuerzel" w:val="em"/>
    <w:docVar w:name="FLD_Sachbearbeiter.Name" w:val="Herr Erwin Müller"/>
    <w:docVar w:name="FLD_Sachbearbeiter.Telefax" w:val="01234 5678-99"/>
    <w:docVar w:name="FLD_Sachbearbeiter.Telefon" w:val="01234 5678-15"/>
    <w:docVar w:name="FLD_UBT_Block_Identifikation" w:val="   "/>
    <w:docVar w:name="FLD_UBT_Block_Urkundsbeteiligte" w:val="_x000d__x000a__x0009_Herr Sebastian Krämer, _x000b_geboren am 12. November 1987, _x000b_geschäftsansässig in 64823 Groß-Umstadt, Auf der Beine 25, _x000b__x000b__x000d__x000a__x0009_für die Gesellschaft mit beschränkter Haftung unter der Firma _x000b__x000b_Notastic GmbH, _x000b__x000b_mit dem Sitz in 64823 Groß-Umstadt, Auf der Beine 25, _x000b__x000b_eingetragen im Handelsregister des Amtsgerichts Darmstadt unter HRB 97168, _x000b__x000d__x000a__x0009_Frau Anna Meier geborene Goldmann, _x000b_geboren am 08. September 1955, _x000b_wohnhaft in 60322 Frankfurt am Main, An der Welle 99, _x000b__x000b__x000d__x000a__x0009_ _x000b__x000b_Amtsgericht Mainz_x000d__x000a_-Grundbuchamt-, _x000b__x000b_mit dem Sitz in 55116 Mainz, Diether-von-Isenburg-Straße 1, _x000b__x000b__x000d__x000a__x0009_Herr Jörg Fischer, _x000b_geboren am 14. November 1972, _x000b_geschäftsansässig in 64823 Groß-Umstadt, Auf der Beine 25, _x000b__x000b__x000d__x000a_"/>
    <w:docVar w:name="FLD_USR_Aktueller_Mitarbeiter_Kuerzel" w:val="Admin"/>
    <w:docVar w:name="FLD_USR_Sachbearbeiter_eMail" w:val="mueller@mustermann.de"/>
    <w:docVar w:name="FLD_USR_Sachbearbeiter_Fax" w:val="01234 5678-99"/>
    <w:docVar w:name="FLD_USR_Sachbearbeiter_Name" w:val="Herr Erwin Müller"/>
    <w:docVar w:name="FLD_USR_Sachbearbeiter_Shortcut" w:val="em"/>
    <w:docVar w:name="FLD_USR_Sachbearbeiter_Tel" w:val="01234 5678-15"/>
    <w:docVar w:name="FLD_Vollzug.BriefAnrede" w:val="Sehr geehrte Frau Meier,_x000d__x000a_sehr geehrter Herr Krämer,_x000d__x000a__x000d__x000a_"/>
    <w:docVar w:name="FLD_Vollzug.BriefAnschriftenfeld" w:val="_x000d__x000a_Frau_x000d__x000a_Anna Meier_x000d__x000a_An der Welle 99_x000d__x000a_60322 Frankfurt am Main_x000d__x000a__x000d__x000a__x000d__x000a_Herrn_x000d__x000a_Sebastian Krämer_x000d__x000a_Auf der Beine 25_x000d__x000a_64823 Groß-Umstadt_x000d__x000a__x000d__x000a_"/>
    <w:docVar w:name="FLD_Vollzug.BriefBetreff" w:val="Grundschuld mit ZV-Unterwerfung vom 15. August 2018"/>
    <w:docVar w:name="FLD_Vollzug.BriefSchlussformel" w:val="Mit freundlichen Grüßen"/>
    <w:docVar w:name="FLD_Vollzug.EmailAnrede" w:val="emlAnrede"/>
    <w:docVar w:name="FLD_Vollzug.EmailBcc" w:val="emlBCC@digital-mastery.de"/>
    <w:docVar w:name="FLD_Vollzug.EmailBetreff" w:val="emlSubject"/>
    <w:docVar w:name="FLD_Vollzug.EmailCc" w:val="emlCC@digital-mastery.de"/>
    <w:docVar w:name="FLD_Vollzug.EmailTo" w:val="emlTo@digital-mastery.de; ; ; sebastian.kraemer@notastic.de"/>
    <w:docVar w:name="FLD_Vollzug.NotarUnterschriftKurz" w:val="Dr. Max Mustermann_x000d__x000a_Notar"/>
    <w:docVar w:name="FLD_Vollzug.NotarUnterschriftLang" w:val="Dr. Mustermann_x000d__x000a_Notar_x000d__x000a_"/>
    <w:docVar w:name="FLD_Vollzug.VorgangBezeichnung" w:val="2/2019 "/>
    <w:docVar w:name="FLD_Vorgang.Amtsinhaber" w:val="Notar"/>
    <w:docVar w:name="FLD_Vorgang.BeurkundungsdatumKurz" w:val="16.07.2019"/>
    <w:docVar w:name="FLD_Vorgang.BeurkundungsdatumKurzObervorgang" w:val="17.06.2020"/>
    <w:docVar w:name="FLD_Vorgang.BeurkundungsdatumLang" w:val="16. Juli 2019"/>
    <w:docVar w:name="FLD_Vorgang.BeurkundungsdatumLangEN" w:val="16 July 2019"/>
    <w:docVar w:name="FLD_Vorgang.BeurkundungsdatumLangObervorgang" w:val="17. Juni 2020"/>
    <w:docVar w:name="FLD_Vorgang.BeurkundungsdatumLangObervorgangEN" w:val="17. Juni 2020"/>
    <w:docVar w:name="FLD_Vorgang.Beurkundungsort" w:val="Geschäftsstelle"/>
    <w:docVar w:name="FLD_Vorgang.Bezeichnung" w:val="Meier, FinGS zu UR.Nr. 1/2018 zug. COMMERZBANK AG"/>
    <w:docVar w:name="FLD_Vorgang.BlockIdentifikation" w:val="   "/>
    <w:docVar w:name="FLD_Vorgang.BlockUrkundsbeteiligte" w:val="_x000d__x000a__x0009_Herr Sebastian Krämer, _x000b_geboren am 12. November 1987, _x000b_geschäftsansässig in 64823 Groß-Umstadt, Auf der Beine 25, _x000b__x000b__x000d__x000a__x0009_für die Gesellschaft mit beschränkter Haftung unter der Firma _x000b__x000b_Notastic GmbH, _x000b__x000b_mit dem Sitz in 64823 Groß-Umstadt, Auf der Beine 25, _x000b__x000b_eingetragen im Handelsregister des Amtsgerichts Darmstadt unter HRB 97168, _x000b__x000d__x000a__x0009_Frau Anna Meier geborene Goldmann, _x000b_geboren am 08. September 1955, _x000b_wohnhaft in 60322 Frankfurt am Main, An der Welle 99, _x000b__x000b__x000d__x000a__x0009_ _x000b__x000b_Amtsgericht Mainz_x000d__x000a_-Grundbuchamt-, _x000b__x000b_mit dem Sitz in 55116 Mainz, Diether-von-Isenburg-Straße 1, _x000b__x000b__x000d__x000a__x0009_Herr Jörg Fischer, _x000b_geboren am 14. November 1972, _x000b_geschäftsansässig in 64823 Groß-Umstadt, Auf der Beine 25, _x000b__x000b__x000d__x000a_"/>
    <w:docVar w:name="FLD_Vorgang.Id" w:val="2"/>
    <w:docVar w:name="FLD_Vorgang.NotizenZumVorgang" w:val="Test"/>
    <w:docVar w:name="FLD_Vorgang.Rechtsgeschaeft" w:val="Grundschuld mit ZV-Unterwerfung"/>
    <w:docVar w:name="FLD_Vorgang.Rolle.&lt;Erwerber(Immo)&gt;.1.AnredeBriefkopfGeschaeftlich" w:val="Frau"/>
    <w:docVar w:name="FLD_Vorgang.Rolle.&lt;Erwerber(Immo)&gt;.1.AnredeBriefkopfPrivat" w:val="Frau"/>
    <w:docVar w:name="FLD_Vorgang.Rolle.&lt;Erwerber(Immo)&gt;.1.AnredeBrieftextGeschaeftlich" w:val="Sehr geehrte Frau"/>
    <w:docVar w:name="FLD_Vorgang.Rolle.&lt;Erwerber(Immo)&gt;.1.AnredeBrieftextPrivat" w:val="Sehr geehrte Frau"/>
    <w:docVar w:name="FLD_Vorgang.Rolle.&lt;Erwerber(Immo)&gt;.1.AnredeUrkundeGeschaeftlich" w:val="Frau"/>
    <w:docVar w:name="FLD_Vorgang.Rolle.&lt;Erwerber(Immo)&gt;.1.AnredeUrkundePrivat" w:val="Frau"/>
    <w:docVar w:name="FLD_Vorgang.Rolle.&lt;Erwerber(Immo)&gt;.1.Geburtenregisternummer" w:val="   "/>
    <w:docVar w:name="FLD_Vorgang.Rolle.&lt;Erwerber(Immo)&gt;.1.Geburtsdatum(ddmmmmyyyy)" w:val="08. September 1955"/>
    <w:docVar w:name="FLD_Vorgang.Rolle.&lt;Erwerber(Immo)&gt;.1.Geburtsdatum(ddmmmmyyyy)EN" w:val="08 September 1955"/>
    <w:docVar w:name="FLD_Vorgang.Rolle.&lt;Erwerber(Immo)&gt;.1.Geburtsdatum(ddmmyyyy)" w:val="08.09.1955"/>
    <w:docVar w:name="FLD_Vorgang.Rolle.&lt;Erwerber(Immo)&gt;.1.Geburtsdatum(dmyyyy)" w:val="8.9.1955"/>
    <w:docVar w:name="FLD_Vorgang.Rolle.&lt;Erwerber(Immo)&gt;.1.Geburtsdatum/Registernummer" w:val="08.09.1955"/>
    <w:docVar w:name="FLD_Vorgang.Rolle.&lt;Erwerber(Immo)&gt;.1.Geburtsname" w:val="geborene Goldmann"/>
    <w:docVar w:name="FLD_Vorgang.Rolle.&lt;Erwerber(Immo)&gt;.1.Geburtsort" w:val="Hamburg"/>
    <w:docVar w:name="FLD_Vorgang.Rolle.&lt;Erwerber(Immo)&gt;.1.Geburtsstandesamt" w:val="   "/>
    <w:docVar w:name="FLD_Vorgang.Rolle.&lt;Erwerber(Immo)&gt;.1.GeburtsstandesamtGeburtenregisternummer" w:val="   "/>
    <w:docVar w:name="FLD_Vorgang.Rolle.&lt;Erwerber(Immo)&gt;.1.Hausnr" w:val="99"/>
    <w:docVar w:name="FLD_Vorgang.Rolle.&lt;Erwerber(Immo)&gt;.1.HausnrGeschaeftlich" w:val="   "/>
    <w:docVar w:name="FLD_Vorgang.Rolle.&lt;Erwerber(Immo)&gt;.1.Identifikation" w:val="   "/>
    <w:docVar w:name="FLD_Vorgang.Rolle.&lt;Erwerber(Immo)&gt;.1.KlientenID" w:val="12"/>
    <w:docVar w:name="FLD_Vorgang.Rolle.&lt;Erwerber(Immo)&gt;.1.Land" w:val="Deutschland"/>
    <w:docVar w:name="FLD_Vorgang.Rolle.&lt;Erwerber(Immo)&gt;.1.LandGeschaeftlich" w:val="   "/>
    <w:docVar w:name="FLD_Vorgang.Rolle.&lt;Erwerber(Immo)&gt;.1.Nachname/Firma" w:val="Meier"/>
    <w:docVar w:name="FLD_Vorgang.Rolle.&lt;Erwerber(Immo)&gt;.1.Ort" w:val="Frankfurt am Main"/>
    <w:docVar w:name="FLD_Vorgang.Rolle.&lt;Erwerber(Immo)&gt;.1.OrtGeschaeftlich" w:val="   "/>
    <w:docVar w:name="FLD_Vorgang.Rolle.&lt;Erwerber(Immo)&gt;.1.PLZ" w:val="60322"/>
    <w:docVar w:name="FLD_Vorgang.Rolle.&lt;Erwerber(Immo)&gt;.1.PLZGeschaeftlich" w:val="   "/>
    <w:docVar w:name="FLD_Vorgang.Rolle.&lt;Erwerber(Immo)&gt;.1.PLZOrt" w:val="60322 Frankfurt am Main"/>
    <w:docVar w:name="FLD_Vorgang.Rolle.&lt;Erwerber(Immo)&gt;.1.PLZOrtGeschaeftlich" w:val="   "/>
    <w:docVar w:name="FLD_Vorgang.Rolle.&lt;Erwerber(Immo)&gt;.1.PLZOrtLand" w:val="60322 Frankfurt am Main, Deutschland"/>
    <w:docVar w:name="FLD_Vorgang.Rolle.&lt;Erwerber(Immo)&gt;.1.PLZOrtLandGeschaeftlich" w:val="   "/>
    <w:docVar w:name="FLD_Vorgang.Rolle.&lt;Erwerber(Immo)&gt;.1.PLZPostfach" w:val="   "/>
    <w:docVar w:name="FLD_Vorgang.Rolle.&lt;Erwerber(Immo)&gt;.1.PLZPostfachOrt" w:val="Frankfurt am Main"/>
    <w:docVar w:name="FLD_Vorgang.Rolle.&lt;Erwerber(Immo)&gt;.1.Postfach" w:val="   "/>
    <w:docVar w:name="FLD_Vorgang.Rolle.&lt;Erwerber(Immo)&gt;.1.RegisterAbteilung" w:val="   "/>
    <w:docVar w:name="FLD_Vorgang.Rolle.&lt;Erwerber(Immo)&gt;.1.Registerart" w:val="   "/>
    <w:docVar w:name="FLD_Vorgang.Rolle.&lt;Erwerber(Immo)&gt;.1.Registernummer" w:val="   "/>
    <w:docVar w:name="FLD_Vorgang.Rolle.&lt;Erwerber(Immo)&gt;.1.RegisterNurNummer" w:val="   "/>
    <w:docVar w:name="FLD_Vorgang.Rolle.&lt;Erwerber(Immo)&gt;.1.Registerstelle" w:val="   "/>
    <w:docVar w:name="FLD_Vorgang.Rolle.&lt;Erwerber(Immo)&gt;.1.Rubrum" w:val="Frau Anna Meier geborene Goldmann, geboren am 08. September 1955, von Person bekannt, und Herr Sebastian Krämer, geboren am 12. November 1987, von Person bekannt, beide wohnhaft in 60322 Frankfurt am Main, Deutschland, An der Welle 99"/>
    <w:docVar w:name="FLD_Vorgang.Rolle.&lt;Erwerber(Immo)&gt;.1.RubrumGeschaeftlich" w:val="Frau Anna Meier geborene Goldmann, geboren am 08. September 1955, von Person bekannt, und Herr Sebastian Krämer, geboren am 12. November 1987, von Person bekannt, beide wohnhaft in    ,    "/>
    <w:docVar w:name="FLD_Vorgang.Rolle.&lt;Erwerber(Immo)&gt;.1.Rufname" w:val="Anna"/>
    <w:docVar w:name="FLD_Vorgang.Rolle.&lt;Erwerber(Immo)&gt;.1.RufnameTitel" w:val="Anna"/>
    <w:docVar w:name="FLD_Vorgang.Rolle.&lt;Erwerber(Immo)&gt;.1.RufnameTitelNachname/Firma" w:val="Anna Meier"/>
    <w:docVar w:name="FLD_Vorgang.Rolle.&lt;Erwerber(Immo)&gt;.1.RufnameTitelNachname/Firma(formatiert)" w:val="[FETT]Anna Meier[/FETT]"/>
    <w:docVar w:name="FLD_Vorgang.Rolle.&lt;Erwerber(Immo)&gt;.1.RufnameTitelNachname/FirmaGeburtsname" w:val="Anna Meier geborene Goldmann"/>
    <w:docVar w:name="FLD_Vorgang.Rolle.&lt;Erwerber(Immo)&gt;.1.RufnameTitelNachname/FirmaGeburtsname(formatiert)" w:val="[FETT]Anna Meier geborene Goldmann[/FETT]"/>
    <w:docVar w:name="FLD_Vorgang.Rolle.&lt;Erwerber(Immo)&gt;.1.SitzOrt" w:val="   "/>
    <w:docVar w:name="FLD_Vorgang.Rolle.&lt;Erwerber(Immo)&gt;.1.SitzStaat" w:val="   "/>
    <w:docVar w:name="FLD_Vorgang.Rolle.&lt;Erwerber(Immo)&gt;.1.SteuerId" w:val="   "/>
    <w:docVar w:name="FLD_Vorgang.Rolle.&lt;Erwerber(Immo)&gt;.1.Strasse" w:val="An der Welle"/>
    <w:docVar w:name="FLD_Vorgang.Rolle.&lt;Erwerber(Immo)&gt;.1.StrasseGeschaeftlich" w:val="   "/>
    <w:docVar w:name="FLD_Vorgang.Rolle.&lt;Erwerber(Immo)&gt;.1.StrasseHausnr" w:val="An der Welle 99"/>
    <w:docVar w:name="FLD_Vorgang.Rolle.&lt;Erwerber(Immo)&gt;.1.StrasseHausnrGeschaeftlich" w:val="   "/>
    <w:docVar w:name="FLD_Vorgang.Rolle.&lt;Erwerber(Immo)&gt;.1.Titel" w:val="   "/>
    <w:docVar w:name="FLD_Vorgang.Rolle.&lt;Erwerber(Immo)&gt;.1.UrkundsformatAnschriftKomplett" w:val="60322 Frankfurt am Main,_x000d__x000a_An der Welle 99"/>
    <w:docVar w:name="FLD_Vorgang.Rolle.&lt;Erwerber(Immo)&gt;.1.UrkundsformatAnschriftKomplettGeschaeftlich" w:val="   "/>
    <w:docVar w:name="FLD_Vorgang.Rolle.&lt;Erwerber(Immo)&gt;.1.Vornamen" w:val="Anna"/>
    <w:docVar w:name="FLD_Vorgang.Rolle.&lt;Erwerber(Immo)&gt;.1.Vornamen(formatiert)" w:val="[UNTERSTRICHEN]Anna[/UNTERSTRICHEN]"/>
    <w:docVar w:name="FLD_Vorgang.Rolle.&lt;Erwerber(Immo)&gt;.1.VornamenTitel" w:val="Anna"/>
    <w:docVar w:name="FLD_Vorgang.Rolle.&lt;Erwerber(Immo)&gt;.1.VornamenTitel(formatiert)" w:val="[UNTERSTRICHEN]Anna[/UNTERSTRICHEN]"/>
    <w:docVar w:name="FLD_Vorgang.Rolle.&lt;Erwerber(Immo)&gt;.1.VornamenTitelNachname/Firma" w:val="Anna Meier"/>
    <w:docVar w:name="FLD_Vorgang.Rolle.&lt;Erwerber(Immo)&gt;.1.VornamenTitelNachname/Firma(formatiert)" w:val="[FETT]Anna Meier[/FETT]"/>
    <w:docVar w:name="FLD_Vorgang.Rolle.&lt;Erwerber(Immo)&gt;.1.VornamenTitelNachname/FirmaGeburtsname" w:val="Anna Meier geborene Goldmann"/>
    <w:docVar w:name="FLD_Vorgang.Rolle.&lt;Erwerber(Immo)&gt;.1.VornamenTitelNachname/FirmaGeburtsname(formatiert)" w:val="[FETT]Anna Meier geborene Goldmann[/FETT]"/>
    <w:docVar w:name="FLD_Vorgang.Rolle.&lt;Erwerber(Immo)&gt;.2.AnredeBriefkopfGeschaeftlich" w:val="Herrn"/>
    <w:docVar w:name="FLD_Vorgang.Rolle.&lt;Erwerber(Immo)&gt;.2.AnredeBriefkopfPrivat" w:val="Herrn"/>
    <w:docVar w:name="FLD_Vorgang.Rolle.&lt;Erwerber(Immo)&gt;.2.AnredeBrieftextGeschaeftlich" w:val="Sehr geehrter Herr"/>
    <w:docVar w:name="FLD_Vorgang.Rolle.&lt;Erwerber(Immo)&gt;.2.AnredeBrieftextPrivat" w:val="Sehr geehrter Herr"/>
    <w:docVar w:name="FLD_Vorgang.Rolle.&lt;Erwerber(Immo)&gt;.2.AnredeUrkundeGeschaeftlich" w:val="Herr"/>
    <w:docVar w:name="FLD_Vorgang.Rolle.&lt;Erwerber(Immo)&gt;.2.AnredeUrkundePrivat" w:val="Herr"/>
    <w:docVar w:name="FLD_Vorgang.Rolle.&lt;Erwerber(Immo)&gt;.2.Geburtenregisternummer" w:val="   "/>
    <w:docVar w:name="FLD_Vorgang.Rolle.&lt;Erwerber(Immo)&gt;.2.Geburtsdatum(ddmmmmyyyy)" w:val="12. November 1987"/>
    <w:docVar w:name="FLD_Vorgang.Rolle.&lt;Erwerber(Immo)&gt;.2.Geburtsdatum(ddmmmmyyyy)EN" w:val="12 November 1987"/>
    <w:docVar w:name="FLD_Vorgang.Rolle.&lt;Erwerber(Immo)&gt;.2.Geburtsdatum(ddmmyyyy)" w:val="12.11.1987"/>
    <w:docVar w:name="FLD_Vorgang.Rolle.&lt;Erwerber(Immo)&gt;.2.Geburtsdatum(dmyyyy)" w:val="12.11.1987"/>
    <w:docVar w:name="FLD_Vorgang.Rolle.&lt;Erwerber(Immo)&gt;.2.Geburtsdatum/Registernummer" w:val="12.11.1987"/>
    <w:docVar w:name="FLD_Vorgang.Rolle.&lt;Erwerber(Immo)&gt;.2.Geburtsname" w:val="   "/>
    <w:docVar w:name="FLD_Vorgang.Rolle.&lt;Erwerber(Immo)&gt;.2.Geburtsort" w:val="Oberwesel"/>
    <w:docVar w:name="FLD_Vorgang.Rolle.&lt;Erwerber(Immo)&gt;.2.Geburtsstandesamt" w:val="   "/>
    <w:docVar w:name="FLD_Vorgang.Rolle.&lt;Erwerber(Immo)&gt;.2.GeburtsstandesamtGeburtenregisternummer" w:val="   "/>
    <w:docVar w:name="FLD_Vorgang.Rolle.&lt;Erwerber(Immo)&gt;.2.Hausnr" w:val="   "/>
    <w:docVar w:name="FLD_Vorgang.Rolle.&lt;Erwerber(Immo)&gt;.2.HausnrGeschaeftlich" w:val="25"/>
    <w:docVar w:name="FLD_Vorgang.Rolle.&lt;Erwerber(Immo)&gt;.2.Identifikation" w:val="m"/>
    <w:docVar w:name="FLD_Vorgang.Rolle.&lt;Erwerber(Immo)&gt;.2.KlientenID" w:val="2"/>
    <w:docVar w:name="FLD_Vorgang.Rolle.&lt;Erwerber(Immo)&gt;.2.Land" w:val="   "/>
    <w:docVar w:name="FLD_Vorgang.Rolle.&lt;Erwerber(Immo)&gt;.2.LandGeschaeftlich" w:val="Deutschland"/>
    <w:docVar w:name="FLD_Vorgang.Rolle.&lt;Erwerber(Immo)&gt;.2.Nachname/Firma" w:val="Krämer"/>
    <w:docVar w:name="FLD_Vorgang.Rolle.&lt;Erwerber(Immo)&gt;.2.Ort" w:val="   "/>
    <w:docVar w:name="FLD_Vorgang.Rolle.&lt;Erwerber(Immo)&gt;.2.OrtGeschaeftlich" w:val="Groß-Umstadt"/>
    <w:docVar w:name="FLD_Vorgang.Rolle.&lt;Erwerber(Immo)&gt;.2.PLZ" w:val="   "/>
    <w:docVar w:name="FLD_Vorgang.Rolle.&lt;Erwerber(Immo)&gt;.2.PLZGeschaeftlich" w:val="64823"/>
    <w:docVar w:name="FLD_Vorgang.Rolle.&lt;Erwerber(Immo)&gt;.2.PLZOrt" w:val="   "/>
    <w:docVar w:name="FLD_Vorgang.Rolle.&lt;Erwerber(Immo)&gt;.2.PLZOrtGeschaeftlich" w:val="64823 Groß-Umstadt"/>
    <w:docVar w:name="FLD_Vorgang.Rolle.&lt;Erwerber(Immo)&gt;.2.PLZOrtLand" w:val="   "/>
    <w:docVar w:name="FLD_Vorgang.Rolle.&lt;Erwerber(Immo)&gt;.2.PLZOrtLandGeschaeftlich" w:val="64823 Groß-Umstadt, Deutschland"/>
    <w:docVar w:name="FLD_Vorgang.Rolle.&lt;Erwerber(Immo)&gt;.2.PLZPostfach" w:val="   "/>
    <w:docVar w:name="FLD_Vorgang.Rolle.&lt;Erwerber(Immo)&gt;.2.PLZPostfachOrt" w:val="   "/>
    <w:docVar w:name="FLD_Vorgang.Rolle.&lt;Erwerber(Immo)&gt;.2.Postfach" w:val="   "/>
    <w:docVar w:name="FLD_Vorgang.Rolle.&lt;Erwerber(Immo)&gt;.2.RegisterAbteilung" w:val="   "/>
    <w:docVar w:name="FLD_Vorgang.Rolle.&lt;Erwerber(Immo)&gt;.2.Registerart" w:val="   "/>
    <w:docVar w:name="FLD_Vorgang.Rolle.&lt;Erwerber(Immo)&gt;.2.Registernummer" w:val="   "/>
    <w:docVar w:name="FLD_Vorgang.Rolle.&lt;Erwerber(Immo)&gt;.2.RegisterNurNummer" w:val="   "/>
    <w:docVar w:name="FLD_Vorgang.Rolle.&lt;Erwerber(Immo)&gt;.2.Registerstelle" w:val="   "/>
    <w:docVar w:name="FLD_Vorgang.Rolle.&lt;Erwerber(Immo)&gt;.2.Rufname" w:val="Sebastian"/>
    <w:docVar w:name="FLD_Vorgang.Rolle.&lt;Erwerber(Immo)&gt;.2.RufnameTitel" w:val="Sebastian"/>
    <w:docVar w:name="FLD_Vorgang.Rolle.&lt;Erwerber(Immo)&gt;.2.RufnameTitelNachname/Firma" w:val="Sebastian Krämer"/>
    <w:docVar w:name="FLD_Vorgang.Rolle.&lt;Erwerber(Immo)&gt;.2.RufnameTitelNachname/Firma(formatiert)" w:val="[FETT]Sebastian Krämer[/FETT]"/>
    <w:docVar w:name="FLD_Vorgang.Rolle.&lt;Erwerber(Immo)&gt;.2.RufnameTitelNachname/FirmaGeburtsname" w:val="Sebastian Krämer"/>
    <w:docVar w:name="FLD_Vorgang.Rolle.&lt;Erwerber(Immo)&gt;.2.RufnameTitelNachname/FirmaGeburtsname(formatiert)" w:val="[FETT]Sebastian Krämer[/FETT]"/>
    <w:docVar w:name="FLD_Vorgang.Rolle.&lt;Erwerber(Immo)&gt;.2.SitzOrt" w:val="   "/>
    <w:docVar w:name="FLD_Vorgang.Rolle.&lt;Erwerber(Immo)&gt;.2.SitzStaat" w:val="   "/>
    <w:docVar w:name="FLD_Vorgang.Rolle.&lt;Erwerber(Immo)&gt;.2.SteuerId" w:val="xxx"/>
    <w:docVar w:name="FLD_Vorgang.Rolle.&lt;Erwerber(Immo)&gt;.2.Strasse" w:val="   "/>
    <w:docVar w:name="FLD_Vorgang.Rolle.&lt;Erwerber(Immo)&gt;.2.StrasseGeschaeftlich" w:val="Auf der Beine"/>
    <w:docVar w:name="FLD_Vorgang.Rolle.&lt;Erwerber(Immo)&gt;.2.StrasseHausnr" w:val="   "/>
    <w:docVar w:name="FLD_Vorgang.Rolle.&lt;Erwerber(Immo)&gt;.2.StrasseHausnrGeschaeftlich" w:val="Auf der Beine 25"/>
    <w:docVar w:name="FLD_Vorgang.Rolle.&lt;Erwerber(Immo)&gt;.2.Titel" w:val="   "/>
    <w:docVar w:name="FLD_Vorgang.Rolle.&lt;Erwerber(Immo)&gt;.2.UrkundsformatAnschriftKomplett" w:val="   "/>
    <w:docVar w:name="FLD_Vorgang.Rolle.&lt;Erwerber(Immo)&gt;.2.UrkundsformatAnschriftKomplettGeschaeftlich" w:val="64823 Groß-Umstadt,_x000d__x000a_Auf der Beine 25"/>
    <w:docVar w:name="FLD_Vorgang.Rolle.&lt;Erwerber(Immo)&gt;.2.Vornamen" w:val="Sebastian"/>
    <w:docVar w:name="FLD_Vorgang.Rolle.&lt;Erwerber(Immo)&gt;.2.Vornamen(formatiert)" w:val="[UNTERSTRICHEN]Sebastian[/UNTERSTRICHEN]"/>
    <w:docVar w:name="FLD_Vorgang.Rolle.&lt;Erwerber(Immo)&gt;.2.VornamenTitel" w:val="Sebastian"/>
    <w:docVar w:name="FLD_Vorgang.Rolle.&lt;Erwerber(Immo)&gt;.2.VornamenTitel(formatiert)" w:val="[UNTERSTRICHEN]Sebastian[/UNTERSTRICHEN]"/>
    <w:docVar w:name="FLD_Vorgang.Rolle.&lt;Erwerber(Immo)&gt;.2.VornamenTitelNachname/Firma" w:val="Sebastian Krämer"/>
    <w:docVar w:name="FLD_Vorgang.Rolle.&lt;Erwerber(Immo)&gt;.2.VornamenTitelNachname/Firma(formatiert)" w:val="[FETT]Sebastian Krämer[/FETT]"/>
    <w:docVar w:name="FLD_Vorgang.Rolle.&lt;Erwerber(Immo)&gt;.2.VornamenTitelNachname/FirmaGeburtsname" w:val="Sebastian Krämer"/>
    <w:docVar w:name="FLD_Vorgang.Rolle.&lt;Erwerber(Immo)&gt;.2.VornamenTitelNachname/FirmaGeburtsname(formatiert)" w:val="[FETT]Sebastian Krämer[/FETT]"/>
    <w:docVar w:name="FLD_Vorgang.Rolle.&lt;Finanzierungsgläubiger&gt;.1.AnredeBriefkopfGeschaeftlich" w:val="Herrn"/>
    <w:docVar w:name="FLD_Vorgang.Rolle.&lt;Finanzierungsgläubiger&gt;.1.AnredeBriefkopfPrivat" w:val="Herrn"/>
    <w:docVar w:name="FLD_Vorgang.Rolle.&lt;Finanzierungsgläubiger&gt;.1.AnredeBrieftextGeschaeftlich" w:val="Sehr geehrter Herr"/>
    <w:docVar w:name="FLD_Vorgang.Rolle.&lt;Finanzierungsgläubiger&gt;.1.AnredeBrieftextPrivat" w:val="Sehr geehrte Damen und Herren"/>
    <w:docVar w:name="FLD_Vorgang.Rolle.&lt;Finanzierungsgläubiger&gt;.1.AnredeUrkundeGeschaeftlich" w:val="Herr"/>
    <w:docVar w:name="FLD_Vorgang.Rolle.&lt;Finanzierungsgläubiger&gt;.1.AnredeUrkundePrivat" w:val="Herr"/>
    <w:docVar w:name="FLD_Vorgang.Rolle.&lt;Finanzierungsgläubiger&gt;.1.Geburtenregisternummer" w:val="   "/>
    <w:docVar w:name="FLD_Vorgang.Rolle.&lt;Finanzierungsgläubiger&gt;.1.Geburtsdatum(ddmmmmyyyy)" w:val="   "/>
    <w:docVar w:name="FLD_Vorgang.Rolle.&lt;Finanzierungsgläubiger&gt;.1.Geburtsdatum(ddmmmmyyyy)EN" w:val="   "/>
    <w:docVar w:name="FLD_Vorgang.Rolle.&lt;Finanzierungsgläubiger&gt;.1.Geburtsdatum(ddmmyyyy)" w:val="   "/>
    <w:docVar w:name="FLD_Vorgang.Rolle.&lt;Finanzierungsgläubiger&gt;.1.Geburtsdatum(dmyyyy)" w:val="   "/>
    <w:docVar w:name="FLD_Vorgang.Rolle.&lt;Finanzierungsgläubiger&gt;.1.Geburtsdatum/Registernummer" w:val="   "/>
    <w:docVar w:name="FLD_Vorgang.Rolle.&lt;Finanzierungsgläubiger&gt;.1.Geburtsname" w:val="   "/>
    <w:docVar w:name="FLD_Vorgang.Rolle.&lt;Finanzierungsgläubiger&gt;.1.Geburtsort" w:val="   "/>
    <w:docVar w:name="FLD_Vorgang.Rolle.&lt;Finanzierungsgläubiger&gt;.1.Geburtsstandesamt" w:val="   "/>
    <w:docVar w:name="FLD_Vorgang.Rolle.&lt;Finanzierungsgläubiger&gt;.1.GeburtsstandesamtGeburtenregisternummer" w:val="   "/>
    <w:docVar w:name="FLD_Vorgang.Rolle.&lt;Finanzierungsgläubiger&gt;.1.Hausnr" w:val="1"/>
    <w:docVar w:name="FLD_Vorgang.Rolle.&lt;Finanzierungsgläubiger&gt;.1.HausnrGeschaeftlich" w:val="   "/>
    <w:docVar w:name="FLD_Vorgang.Rolle.&lt;Finanzierungsgläubiger&gt;.1.Identifikation" w:val="   "/>
    <w:docVar w:name="FLD_Vorgang.Rolle.&lt;Finanzierungsgläubiger&gt;.1.KlientenID" w:val="4"/>
    <w:docVar w:name="FLD_Vorgang.Rolle.&lt;Finanzierungsgläubiger&gt;.1.Land" w:val="Deutschland"/>
    <w:docVar w:name="FLD_Vorgang.Rolle.&lt;Finanzierungsgläubiger&gt;.1.LandGeschaeftlich" w:val="   "/>
    <w:docVar w:name="FLD_Vorgang.Rolle.&lt;Finanzierungsgläubiger&gt;.1.Nachname/Firma" w:val="Amtsgericht Mainz_x000d__x000a_-Grundbuchamt-"/>
    <w:docVar w:name="FLD_Vorgang.Rolle.&lt;Finanzierungsgläubiger&gt;.1.Ort" w:val="Mainz"/>
    <w:docVar w:name="FLD_Vorgang.Rolle.&lt;Finanzierungsgläubiger&gt;.1.OrtGeschaeftlich" w:val="   "/>
    <w:docVar w:name="FLD_Vorgang.Rolle.&lt;Finanzierungsgläubiger&gt;.1.PLZ" w:val="55116"/>
    <w:docVar w:name="FLD_Vorgang.Rolle.&lt;Finanzierungsgläubiger&gt;.1.PLZGeschaeftlich" w:val="   "/>
    <w:docVar w:name="FLD_Vorgang.Rolle.&lt;Finanzierungsgläubiger&gt;.1.PLZOrt" w:val="55116 Mainz"/>
    <w:docVar w:name="FLD_Vorgang.Rolle.&lt;Finanzierungsgläubiger&gt;.1.PLZOrtGeschaeftlich" w:val="   "/>
    <w:docVar w:name="FLD_Vorgang.Rolle.&lt;Finanzierungsgläubiger&gt;.1.PLZOrtLand" w:val="55116 Mainz, Deutschland"/>
    <w:docVar w:name="FLD_Vorgang.Rolle.&lt;Finanzierungsgläubiger&gt;.1.PLZOrtLandGeschaeftlich" w:val="   "/>
    <w:docVar w:name="FLD_Vorgang.Rolle.&lt;Finanzierungsgläubiger&gt;.1.PLZPostfach" w:val="   "/>
    <w:docVar w:name="FLD_Vorgang.Rolle.&lt;Finanzierungsgläubiger&gt;.1.PLZPostfachOrt" w:val="Mainz"/>
    <w:docVar w:name="FLD_Vorgang.Rolle.&lt;Finanzierungsgläubiger&gt;.1.Postfach" w:val="   "/>
    <w:docVar w:name="FLD_Vorgang.Rolle.&lt;Finanzierungsgläubiger&gt;.1.RegisterAbteilung" w:val="   "/>
    <w:docVar w:name="FLD_Vorgang.Rolle.&lt;Finanzierungsgläubiger&gt;.1.Registerart" w:val="   "/>
    <w:docVar w:name="FLD_Vorgang.Rolle.&lt;Finanzierungsgläubiger&gt;.1.Registernummer" w:val="   "/>
    <w:docVar w:name="FLD_Vorgang.Rolle.&lt;Finanzierungsgläubiger&gt;.1.RegisterNurNummer" w:val="   "/>
    <w:docVar w:name="FLD_Vorgang.Rolle.&lt;Finanzierungsgläubiger&gt;.1.Registerstelle" w:val="   "/>
    <w:docVar w:name="FLD_Vorgang.Rolle.&lt;Finanzierungsgläubiger&gt;.1.Rubrum" w:val="Herr Amtsgericht Mainz_x000d__x000a_-Grundbuchamt-, mit Sitz in 55116 Mainz, Deutschland, Diether-von-Isenburg-Straße 1, eingetragen im..."/>
    <w:docVar w:name="FLD_Vorgang.Rolle.&lt;Finanzierungsgläubiger&gt;.1.RubrumGeschaeftlich" w:val="Herr Amtsgericht Mainz_x000d__x000a_-Grundbuchamt-, mit Sitz in    ,    , eingetragen im..."/>
    <w:docVar w:name="FLD_Vorgang.Rolle.&lt;Finanzierungsgläubiger&gt;.1.Rufname" w:val="   "/>
    <w:docVar w:name="FLD_Vorgang.Rolle.&lt;Finanzierungsgläubiger&gt;.1.RufnameTitel" w:val="   "/>
    <w:docVar w:name="FLD_Vorgang.Rolle.&lt;Finanzierungsgläubiger&gt;.1.RufnameTitelNachname/Firma" w:val="Amtsgericht Mainz_x000d__x000a_-Grundbuchamt-"/>
    <w:docVar w:name="FLD_Vorgang.Rolle.&lt;Finanzierungsgläubiger&gt;.1.RufnameTitelNachname/Firma(formatiert)" w:val="[FETT]Amtsgericht Mainz_x000d__x000a_-Grundbuchamt-[/FETT]"/>
    <w:docVar w:name="FLD_Vorgang.Rolle.&lt;Finanzierungsgläubiger&gt;.1.RufnameTitelNachname/FirmaGeburtsname" w:val="Amtsgericht Mainz_x000d__x000a_-Grundbuchamt-"/>
    <w:docVar w:name="FLD_Vorgang.Rolle.&lt;Finanzierungsgläubiger&gt;.1.RufnameTitelNachname/FirmaGeburtsname(formatiert)" w:val="[FETT]Amtsgericht Mainz_x000d__x000a_-Grundbuchamt-[/FETT]"/>
    <w:docVar w:name="FLD_Vorgang.Rolle.&lt;Finanzierungsgläubiger&gt;.1.SitzOrt" w:val="   "/>
    <w:docVar w:name="FLD_Vorgang.Rolle.&lt;Finanzierungsgläubiger&gt;.1.SitzStaat" w:val="   "/>
    <w:docVar w:name="FLD_Vorgang.Rolle.&lt;Finanzierungsgläubiger&gt;.1.SteuerId" w:val="   "/>
    <w:docVar w:name="FLD_Vorgang.Rolle.&lt;Finanzierungsgläubiger&gt;.1.Strasse" w:val="Diether-von-Isenburg-Straße"/>
    <w:docVar w:name="FLD_Vorgang.Rolle.&lt;Finanzierungsgläubiger&gt;.1.StrasseGeschaeftlich" w:val="   "/>
    <w:docVar w:name="FLD_Vorgang.Rolle.&lt;Finanzierungsgläubiger&gt;.1.StrasseHausnr" w:val="Diether-von-Isenburg-Straße 1"/>
    <w:docVar w:name="FLD_Vorgang.Rolle.&lt;Finanzierungsgläubiger&gt;.1.StrasseHausnrGeschaeftlich" w:val="   "/>
    <w:docVar w:name="FLD_Vorgang.Rolle.&lt;Finanzierungsgläubiger&gt;.1.Titel" w:val="   "/>
    <w:docVar w:name="FLD_Vorgang.Rolle.&lt;Finanzierungsgläubiger&gt;.1.UrkundsformatAnschriftKomplett" w:val="55116 Mainz,_x000d__x000a_Diether-von-Isenburg-Straße 1"/>
    <w:docVar w:name="FLD_Vorgang.Rolle.&lt;Finanzierungsgläubiger&gt;.1.UrkundsformatAnschriftKomplettGeschaeftlich" w:val="   "/>
    <w:docVar w:name="FLD_Vorgang.Rolle.&lt;Finanzierungsgläubiger&gt;.1.Vornamen" w:val="   "/>
    <w:docVar w:name="FLD_Vorgang.Rolle.&lt;Finanzierungsgläubiger&gt;.1.Vornamen(formatiert)" w:val="   "/>
    <w:docVar w:name="FLD_Vorgang.Rolle.&lt;Finanzierungsgläubiger&gt;.1.VornamenTitel" w:val="   "/>
    <w:docVar w:name="FLD_Vorgang.Rolle.&lt;Finanzierungsgläubiger&gt;.1.VornamenTitel(formatiert)" w:val="   "/>
    <w:docVar w:name="FLD_Vorgang.Rolle.&lt;Finanzierungsgläubiger&gt;.1.VornamenTitelNachname/Firma" w:val="Amtsgericht Mainz_x000d__x000a_-Grundbuchamt-"/>
    <w:docVar w:name="FLD_Vorgang.Rolle.&lt;Finanzierungsgläubiger&gt;.1.VornamenTitelNachname/Firma(formatiert)" w:val="[FETT]Amtsgericht Mainz_x000d__x000a_-Grundbuchamt-[/FETT]"/>
    <w:docVar w:name="FLD_Vorgang.Rolle.&lt;Finanzierungsgläubiger&gt;.1.VornamenTitelNachname/FirmaGeburtsname" w:val="Amtsgericht Mainz_x000d__x000a_-Grundbuchamt-"/>
    <w:docVar w:name="FLD_Vorgang.Rolle.&lt;Finanzierungsgläubiger&gt;.1.VornamenTitelNachname/FirmaGeburtsname(formatiert)" w:val="[FETT]Amtsgericht Mainz_x000d__x000a_-Grundbuchamt-[/FETT]"/>
    <w:docVar w:name="FLD_Vorgang.Rolle.&lt;Finanzierungsgläubiger&gt;.2.AnredeBriefkopfGeschaeftlich" w:val="   "/>
    <w:docVar w:name="FLD_Vorgang.Rolle.&lt;Finanzierungsgläubiger&gt;.2.AnredeBriefkopfPrivat" w:val="   "/>
    <w:docVar w:name="FLD_Vorgang.Rolle.&lt;Finanzierungsgläubiger&gt;.2.AnredeBrieftextGeschaeftlich" w:val="Sehr geehrte Damen und Herren"/>
    <w:docVar w:name="FLD_Vorgang.Rolle.&lt;Finanzierungsgläubiger&gt;.2.AnredeBrieftextPrivat" w:val="Sehr geehrte Damen und Herren"/>
    <w:docVar w:name="FLD_Vorgang.Rolle.&lt;Finanzierungsgläubiger&gt;.2.AnredeUrkundeGeschaeftlich" w:val="für die Gesellschaft mit beschränkter Haftung unter der Firma"/>
    <w:docVar w:name="FLD_Vorgang.Rolle.&lt;Finanzierungsgläubiger&gt;.2.AnredeUrkundePrivat" w:val="für die Gesellschaft mit beschränkter Haftung unter der Firma"/>
    <w:docVar w:name="FLD_Vorgang.Rolle.&lt;Finanzierungsgläubiger&gt;.2.Geburtenregisternummer" w:val="   "/>
    <w:docVar w:name="FLD_Vorgang.Rolle.&lt;Finanzierungsgläubiger&gt;.2.Geburtsdatum(ddmmmmyyyy)" w:val="   "/>
    <w:docVar w:name="FLD_Vorgang.Rolle.&lt;Finanzierungsgläubiger&gt;.2.Geburtsdatum(ddmmmmyyyy)EN" w:val="   "/>
    <w:docVar w:name="FLD_Vorgang.Rolle.&lt;Finanzierungsgläubiger&gt;.2.Geburtsdatum(ddmmyyyy)" w:val="   "/>
    <w:docVar w:name="FLD_Vorgang.Rolle.&lt;Finanzierungsgläubiger&gt;.2.Geburtsdatum(dmyyyy)" w:val="   "/>
    <w:docVar w:name="FLD_Vorgang.Rolle.&lt;Finanzierungsgläubiger&gt;.2.Geburtsdatum/Registernummer" w:val="HRB 97168"/>
    <w:docVar w:name="FLD_Vorgang.Rolle.&lt;Finanzierungsgläubiger&gt;.2.Geburtsname" w:val="   "/>
    <w:docVar w:name="FLD_Vorgang.Rolle.&lt;Finanzierungsgläubiger&gt;.2.Geburtsort" w:val="   "/>
    <w:docVar w:name="FLD_Vorgang.Rolle.&lt;Finanzierungsgläubiger&gt;.2.Geburtsstandesamt" w:val="   "/>
    <w:docVar w:name="FLD_Vorgang.Rolle.&lt;Finanzierungsgläubiger&gt;.2.GeburtsstandesamtGeburtenregisternummer" w:val="   "/>
    <w:docVar w:name="FLD_Vorgang.Rolle.&lt;Finanzierungsgläubiger&gt;.2.Hausnr" w:val="25"/>
    <w:docVar w:name="FLD_Vorgang.Rolle.&lt;Finanzierungsgläubiger&gt;.2.HausnrGeschaeftlich" w:val="   "/>
    <w:docVar w:name="FLD_Vorgang.Rolle.&lt;Finanzierungsgläubiger&gt;.2.Identifikation" w:val="   "/>
    <w:docVar w:name="FLD_Vorgang.Rolle.&lt;Finanzierungsgläubiger&gt;.2.KlientenID" w:val="1"/>
    <w:docVar w:name="FLD_Vorgang.Rolle.&lt;Finanzierungsgläubiger&gt;.2.Land" w:val="Deutschland"/>
    <w:docVar w:name="FLD_Vorgang.Rolle.&lt;Finanzierungsgläubiger&gt;.2.LandGeschaeftlich" w:val="   "/>
    <w:docVar w:name="FLD_Vorgang.Rolle.&lt;Finanzierungsgläubiger&gt;.2.Nachname/Firma" w:val="Notastic GmbH"/>
    <w:docVar w:name="FLD_Vorgang.Rolle.&lt;Finanzierungsgläubiger&gt;.2.Ort" w:val="Groß-Umstadt"/>
    <w:docVar w:name="FLD_Vorgang.Rolle.&lt;Finanzierungsgläubiger&gt;.2.OrtGeschaeftlich" w:val="   "/>
    <w:docVar w:name="FLD_Vorgang.Rolle.&lt;Finanzierungsgläubiger&gt;.2.PLZ" w:val="64823"/>
    <w:docVar w:name="FLD_Vorgang.Rolle.&lt;Finanzierungsgläubiger&gt;.2.PLZGeschaeftlich" w:val="   "/>
    <w:docVar w:name="FLD_Vorgang.Rolle.&lt;Finanzierungsgläubiger&gt;.2.PLZOrt" w:val="64823 Groß-Umstadt"/>
    <w:docVar w:name="FLD_Vorgang.Rolle.&lt;Finanzierungsgläubiger&gt;.2.PLZOrtGeschaeftlich" w:val="   "/>
    <w:docVar w:name="FLD_Vorgang.Rolle.&lt;Finanzierungsgläubiger&gt;.2.PLZOrtLand" w:val="64823 Groß-Umstadt, Deutschland"/>
    <w:docVar w:name="FLD_Vorgang.Rolle.&lt;Finanzierungsgläubiger&gt;.2.PLZOrtLandGeschaeftlich" w:val="   "/>
    <w:docVar w:name="FLD_Vorgang.Rolle.&lt;Finanzierungsgläubiger&gt;.2.PLZPostfach" w:val="   "/>
    <w:docVar w:name="FLD_Vorgang.Rolle.&lt;Finanzierungsgläubiger&gt;.2.PLZPostfachOrt" w:val="Groß-Umstadt"/>
    <w:docVar w:name="FLD_Vorgang.Rolle.&lt;Finanzierungsgläubiger&gt;.2.Postfach" w:val="   "/>
    <w:docVar w:name="FLD_Vorgang.Rolle.&lt;Finanzierungsgläubiger&gt;.2.RegisterAbteilung" w:val="HRB"/>
    <w:docVar w:name="FLD_Vorgang.Rolle.&lt;Finanzierungsgläubiger&gt;.2.Registerart" w:val="Handelsregister"/>
    <w:docVar w:name="FLD_Vorgang.Rolle.&lt;Finanzierungsgläubiger&gt;.2.Registergericht" w:val="Darmstadt"/>
    <w:docVar w:name="FLD_Vorgang.Rolle.&lt;Finanzierungsgläubiger&gt;.2.Registernummer" w:val="HRB 97168"/>
    <w:docVar w:name="FLD_Vorgang.Rolle.&lt;Finanzierungsgläubiger&gt;.2.RegisterNurNummer" w:val="97168"/>
    <w:docVar w:name="FLD_Vorgang.Rolle.&lt;Finanzierungsgläubiger&gt;.2.Registerstelle" w:val="Darmstadt"/>
    <w:docVar w:name="FLD_Vorgang.Rolle.&lt;Finanzierungsgläubiger&gt;.2.Rubrum" w:val="für die Gesellschaft mit beschränkter Haftung unter der Firma Notastic GmbH, mit Sitz in 64823 Groß-Umstadt, Deutschland, Auf der Beine 25, eingetragen im..."/>
    <w:docVar w:name="FLD_Vorgang.Rolle.&lt;Finanzierungsgläubiger&gt;.2.RubrumGeschaeftlich" w:val="für die Gesellschaft mit beschränkter Haftung unter der Firma Notastic GmbH, mit Sitz in    ,    , eingetragen im..."/>
    <w:docVar w:name="FLD_Vorgang.Rolle.&lt;Finanzierungsgläubiger&gt;.2.Rufname" w:val="   "/>
    <w:docVar w:name="FLD_Vorgang.Rolle.&lt;Finanzierungsgläubiger&gt;.2.RufnameTitel" w:val="   "/>
    <w:docVar w:name="FLD_Vorgang.Rolle.&lt;Finanzierungsgläubiger&gt;.2.RufnameTitelNachname/Firma" w:val="Notastic GmbH"/>
    <w:docVar w:name="FLD_Vorgang.Rolle.&lt;Finanzierungsgläubiger&gt;.2.RufnameTitelNachname/Firma(formatiert)" w:val="[FETT]Notastic GmbH[/FETT]"/>
    <w:docVar w:name="FLD_Vorgang.Rolle.&lt;Finanzierungsgläubiger&gt;.2.RufnameTitelNachname/FirmaGeburtsname" w:val="Notastic GmbH"/>
    <w:docVar w:name="FLD_Vorgang.Rolle.&lt;Finanzierungsgläubiger&gt;.2.RufnameTitelNachname/FirmaGeburtsname(formatiert)" w:val="[FETT]Notastic GmbH[/FETT]"/>
    <w:docVar w:name="FLD_Vorgang.Rolle.&lt;Finanzierungsgläubiger&gt;.2.SitzOrt" w:val="Groß-Umstadt"/>
    <w:docVar w:name="FLD_Vorgang.Rolle.&lt;Finanzierungsgläubiger&gt;.2.SitzStaat" w:val="   "/>
    <w:docVar w:name="FLD_Vorgang.Rolle.&lt;Finanzierungsgläubiger&gt;.2.SteuerId" w:val="DE315477869"/>
    <w:docVar w:name="FLD_Vorgang.Rolle.&lt;Finanzierungsgläubiger&gt;.2.Strasse" w:val="Auf der Beine"/>
    <w:docVar w:name="FLD_Vorgang.Rolle.&lt;Finanzierungsgläubiger&gt;.2.StrasseGeschaeftlich" w:val="   "/>
    <w:docVar w:name="FLD_Vorgang.Rolle.&lt;Finanzierungsgläubiger&gt;.2.StrasseHausnr" w:val="Auf der Beine 25"/>
    <w:docVar w:name="FLD_Vorgang.Rolle.&lt;Finanzierungsgläubiger&gt;.2.StrasseHausnrGeschaeftlich" w:val="   "/>
    <w:docVar w:name="FLD_Vorgang.Rolle.&lt;Finanzierungsgläubiger&gt;.2.Titel" w:val="   "/>
    <w:docVar w:name="FLD_Vorgang.Rolle.&lt;Finanzierungsgläubiger&gt;.2.UrkundsformatAnschriftKomplett" w:val="64823 Groß-Umstadt,_x000d__x000a_Auf der Beine 25"/>
    <w:docVar w:name="FLD_Vorgang.Rolle.&lt;Finanzierungsgläubiger&gt;.2.UrkundsformatAnschriftKomplettGeschaeftlich" w:val="   "/>
    <w:docVar w:name="FLD_Vorgang.Rolle.&lt;Finanzierungsgläubiger&gt;.2.Vornamen" w:val="   "/>
    <w:docVar w:name="FLD_Vorgang.Rolle.&lt;Finanzierungsgläubiger&gt;.2.Vornamen(formatiert)" w:val="   "/>
    <w:docVar w:name="FLD_Vorgang.Rolle.&lt;Finanzierungsgläubiger&gt;.2.VornamenTitel" w:val="   "/>
    <w:docVar w:name="FLD_Vorgang.Rolle.&lt;Finanzierungsgläubiger&gt;.2.VornamenTitel(formatiert)" w:val="   "/>
    <w:docVar w:name="FLD_Vorgang.Rolle.&lt;Finanzierungsgläubiger&gt;.2.VornamenTitelNachname/Firma" w:val="Notastic GmbH"/>
    <w:docVar w:name="FLD_Vorgang.Rolle.&lt;Finanzierungsgläubiger&gt;.2.VornamenTitelNachname/Firma(formatiert)" w:val="[FETT]Notastic GmbH[/FETT]"/>
    <w:docVar w:name="FLD_Vorgang.Rolle.&lt;Finanzierungsgläubiger&gt;.2.VornamenTitelNachname/FirmaGeburtsname" w:val="Notastic GmbH"/>
    <w:docVar w:name="FLD_Vorgang.Rolle.&lt;Finanzierungsgläubiger&gt;.2.VornamenTitelNachname/FirmaGeburtsname(formatiert)" w:val="[FETT]Notastic GmbH[/FETT]"/>
    <w:docVar w:name="FLD_Vorgang.Rolle.&lt;Grundbuchamt&gt;.1.AnredeBriefkopfGeschaeftlich" w:val="   "/>
    <w:docVar w:name="FLD_Vorgang.Rolle.&lt;Grundbuchamt&gt;.1.AnredeBriefkopfPrivat" w:val="   "/>
    <w:docVar w:name="FLD_Vorgang.Rolle.&lt;Grundbuchamt&gt;.1.AnredeBrieftextGeschaeftlich" w:val="Sehr geehrte Damen und Herren"/>
    <w:docVar w:name="FLD_Vorgang.Rolle.&lt;Grundbuchamt&gt;.1.AnredeBrieftextPrivat" w:val="Sehr geehrte Damen und Herren"/>
    <w:docVar w:name="FLD_Vorgang.Rolle.&lt;Grundbuchamt&gt;.1.AnredeUrkundeGeschaeftlich" w:val="für die Aktiengesellschaft unter der Firma"/>
    <w:docVar w:name="FLD_Vorgang.Rolle.&lt;Grundbuchamt&gt;.1.AnredeUrkundePrivat" w:val="für die Aktiengesellschaft unter der Firma"/>
    <w:docVar w:name="FLD_Vorgang.Rolle.&lt;Grundbuchamt&gt;.1.Geburtenregisternummer" w:val="   "/>
    <w:docVar w:name="FLD_Vorgang.Rolle.&lt;Grundbuchamt&gt;.1.Geburtsdatum(ddmmmmyyyy)" w:val="   "/>
    <w:docVar w:name="FLD_Vorgang.Rolle.&lt;Grundbuchamt&gt;.1.Geburtsdatum(ddmmmmyyyy)EN" w:val="   "/>
    <w:docVar w:name="FLD_Vorgang.Rolle.&lt;Grundbuchamt&gt;.1.Geburtsdatum(ddmmyyyy)" w:val="   "/>
    <w:docVar w:name="FLD_Vorgang.Rolle.&lt;Grundbuchamt&gt;.1.Geburtsdatum(dmyyyy)" w:val="   "/>
    <w:docVar w:name="FLD_Vorgang.Rolle.&lt;Grundbuchamt&gt;.1.Geburtsdatum/Registernummer" w:val="HRB 123"/>
    <w:docVar w:name="FLD_Vorgang.Rolle.&lt;Grundbuchamt&gt;.1.Geburtsname" w:val="   "/>
    <w:docVar w:name="FLD_Vorgang.Rolle.&lt;Grundbuchamt&gt;.1.Geburtsort" w:val="   "/>
    <w:docVar w:name="FLD_Vorgang.Rolle.&lt;Grundbuchamt&gt;.1.Geburtsstandesamt" w:val="   "/>
    <w:docVar w:name="FLD_Vorgang.Rolle.&lt;Grundbuchamt&gt;.1.GeburtsstandesamtGeburtenregisternummer" w:val="   "/>
    <w:docVar w:name="FLD_Vorgang.Rolle.&lt;Grundbuchamt&gt;.1.Hausnr" w:val="   "/>
    <w:docVar w:name="FLD_Vorgang.Rolle.&lt;Grundbuchamt&gt;.1.HausnrGeschaeftlich" w:val="   "/>
    <w:docVar w:name="FLD_Vorgang.Rolle.&lt;Grundbuchamt&gt;.1.Identifikation" w:val="   "/>
    <w:docVar w:name="FLD_Vorgang.Rolle.&lt;Grundbuchamt&gt;.1.KlientenID" w:val="15"/>
    <w:docVar w:name="FLD_Vorgang.Rolle.&lt;Grundbuchamt&gt;.1.Land" w:val="Deutschland"/>
    <w:docVar w:name="FLD_Vorgang.Rolle.&lt;Grundbuchamt&gt;.1.LandGeschaeftlich" w:val="   "/>
    <w:docVar w:name="FLD_Vorgang.Rolle.&lt;Grundbuchamt&gt;.1.Nachname/Firma" w:val="Commerzbank AG"/>
    <w:docVar w:name="FLD_Vorgang.Rolle.&lt;Grundbuchamt&gt;.1.Ort" w:val="Hamburg"/>
    <w:docVar w:name="FLD_Vorgang.Rolle.&lt;Grundbuchamt&gt;.1.OrtGeschaeftlich" w:val="   "/>
    <w:docVar w:name="FLD_Vorgang.Rolle.&lt;Grundbuchamt&gt;.1.PLZ" w:val="20097"/>
    <w:docVar w:name="FLD_Vorgang.Rolle.&lt;Grundbuchamt&gt;.1.PLZGeschaeftlich" w:val="   "/>
    <w:docVar w:name="FLD_Vorgang.Rolle.&lt;Grundbuchamt&gt;.1.PLZOrt" w:val="20097 Hamburg"/>
    <w:docVar w:name="FLD_Vorgang.Rolle.&lt;Grundbuchamt&gt;.1.PLZOrtGeschaeftlich" w:val="   "/>
    <w:docVar w:name="FLD_Vorgang.Rolle.&lt;Grundbuchamt&gt;.1.PLZOrtLand" w:val="20097 Hamburg, Deutschland"/>
    <w:docVar w:name="FLD_Vorgang.Rolle.&lt;Grundbuchamt&gt;.1.PLZOrtLandGeschaeftlich" w:val="   "/>
    <w:docVar w:name="FLD_Vorgang.Rolle.&lt;Grundbuchamt&gt;.1.PLZPostfach" w:val="   "/>
    <w:docVar w:name="FLD_Vorgang.Rolle.&lt;Grundbuchamt&gt;.1.PLZPostfachOrt" w:val="Hamburg"/>
    <w:docVar w:name="FLD_Vorgang.Rolle.&lt;Grundbuchamt&gt;.1.Postfach" w:val="   "/>
    <w:docVar w:name="FLD_Vorgang.Rolle.&lt;Grundbuchamt&gt;.1.RegisterAbteilung" w:val="HRB"/>
    <w:docVar w:name="FLD_Vorgang.Rolle.&lt;Grundbuchamt&gt;.1.Registerart" w:val="Handelsregister"/>
    <w:docVar w:name="FLD_Vorgang.Rolle.&lt;Grundbuchamt&gt;.1.Registernummer" w:val="HRB 123"/>
    <w:docVar w:name="FLD_Vorgang.Rolle.&lt;Grundbuchamt&gt;.1.RegisterNurNummer" w:val="123"/>
    <w:docVar w:name="FLD_Vorgang.Rolle.&lt;Grundbuchamt&gt;.1.Registerstelle" w:val="   "/>
    <w:docVar w:name="FLD_Vorgang.Rolle.&lt;Grundbuchamt&gt;.1.Rubrum" w:val="für die Aktiengesellschaft unter der Firma Commerzbank AG, mit Sitz in 20097 Hamburg, Deutschland, Amsinckstraße, eingetragen im..."/>
    <w:docVar w:name="FLD_Vorgang.Rolle.&lt;Grundbuchamt&gt;.1.RubrumGeschaeftlich" w:val="für die Aktiengesellschaft unter der Firma Commerzbank AG, mit Sitz in    ,    , eingetragen im..."/>
    <w:docVar w:name="FLD_Vorgang.Rolle.&lt;Grundbuchamt&gt;.1.Rufname" w:val="   "/>
    <w:docVar w:name="FLD_Vorgang.Rolle.&lt;Grundbuchamt&gt;.1.RufnameTitel" w:val="   "/>
    <w:docVar w:name="FLD_Vorgang.Rolle.&lt;Grundbuchamt&gt;.1.RufnameTitelNachname/Firma" w:val="Commerzbank AG"/>
    <w:docVar w:name="FLD_Vorgang.Rolle.&lt;Grundbuchamt&gt;.1.RufnameTitelNachname/Firma(formatiert)" w:val="[FETT]Commerzbank AG[/FETT]"/>
    <w:docVar w:name="FLD_Vorgang.Rolle.&lt;Grundbuchamt&gt;.1.RufnameTitelNachname/FirmaGeburtsname" w:val="Commerzbank AG"/>
    <w:docVar w:name="FLD_Vorgang.Rolle.&lt;Grundbuchamt&gt;.1.RufnameTitelNachname/FirmaGeburtsname(formatiert)" w:val="[FETT]Commerzbank AG[/FETT]"/>
    <w:docVar w:name="FLD_Vorgang.Rolle.&lt;Grundbuchamt&gt;.1.SitzOrt" w:val="Hamburg"/>
    <w:docVar w:name="FLD_Vorgang.Rolle.&lt;Grundbuchamt&gt;.1.SitzStaat" w:val="Deutschland"/>
    <w:docVar w:name="FLD_Vorgang.Rolle.&lt;Grundbuchamt&gt;.1.SteuerId" w:val="   "/>
    <w:docVar w:name="FLD_Vorgang.Rolle.&lt;Grundbuchamt&gt;.1.Strasse" w:val="Amsinckstraße"/>
    <w:docVar w:name="FLD_Vorgang.Rolle.&lt;Grundbuchamt&gt;.1.StrasseGeschaeftlich" w:val="   "/>
    <w:docVar w:name="FLD_Vorgang.Rolle.&lt;Grundbuchamt&gt;.1.StrasseHausnr" w:val="Amsinckstraße"/>
    <w:docVar w:name="FLD_Vorgang.Rolle.&lt;Grundbuchamt&gt;.1.StrasseHausnrGeschaeftlich" w:val="   "/>
    <w:docVar w:name="FLD_Vorgang.Rolle.&lt;Grundbuchamt&gt;.1.Titel" w:val="   "/>
    <w:docVar w:name="FLD_Vorgang.Rolle.&lt;Grundbuchamt&gt;.1.UrkundsformatAnschriftKomplett" w:val="20097 Hamburg,_x000d__x000a_Amsinckstraße"/>
    <w:docVar w:name="FLD_Vorgang.Rolle.&lt;Grundbuchamt&gt;.1.UrkundsformatAnschriftKomplettGeschaeftlich" w:val="   "/>
    <w:docVar w:name="FLD_Vorgang.Rolle.&lt;Grundbuchamt&gt;.1.Vornamen" w:val="   "/>
    <w:docVar w:name="FLD_Vorgang.Rolle.&lt;Grundbuchamt&gt;.1.Vornamen(formatiert)" w:val="   "/>
    <w:docVar w:name="FLD_Vorgang.Rolle.&lt;Grundbuchamt&gt;.1.VornamenTitel" w:val="   "/>
    <w:docVar w:name="FLD_Vorgang.Rolle.&lt;Grundbuchamt&gt;.1.VornamenTitel(formatiert)" w:val="   "/>
    <w:docVar w:name="FLD_Vorgang.Rolle.&lt;Grundbuchamt&gt;.1.VornamenTitelNachname/Firma" w:val="Commerzbank AG"/>
    <w:docVar w:name="FLD_Vorgang.Rolle.&lt;Grundbuchamt&gt;.1.VornamenTitelNachname/Firma(formatiert)" w:val="[FETT]Commerzbank AG[/FETT]"/>
    <w:docVar w:name="FLD_Vorgang.Rolle.&lt;Grundbuchamt&gt;.1.VornamenTitelNachname/FirmaGeburtsname" w:val="Commerzbank AG"/>
    <w:docVar w:name="FLD_Vorgang.Rolle.&lt;Grundbuchamt&gt;.1.VornamenTitelNachname/FirmaGeburtsname(formatiert)" w:val="[FETT]Commerzbank AG[/FETT]"/>
    <w:docVar w:name="FLD_Vorgang.Rolle.&lt;Veräußerer(Immo)&gt;.1.AnredeBriefkopfGeschaeftlich" w:val="Frau"/>
    <w:docVar w:name="FLD_Vorgang.Rolle.&lt;Veräußerer(Immo)&gt;.1.AnredeBriefkopfPrivat" w:val="Frau"/>
    <w:docVar w:name="FLD_Vorgang.Rolle.&lt;Veräußerer(Immo)&gt;.1.AnredeBrieftextGeschaeftlich" w:val="Sehr geehrte Frau"/>
    <w:docVar w:name="FLD_Vorgang.Rolle.&lt;Veräußerer(Immo)&gt;.1.AnredeBrieftextPrivat" w:val="Sehr geehrte Frau"/>
    <w:docVar w:name="FLD_Vorgang.Rolle.&lt;Veräußerer(Immo)&gt;.1.AnredeUrkundeGeschaeftlich" w:val="Frau"/>
    <w:docVar w:name="FLD_Vorgang.Rolle.&lt;Veräußerer(Immo)&gt;.1.AnredeUrkundePrivat" w:val="Frau"/>
    <w:docVar w:name="FLD_Vorgang.Rolle.&lt;Veräußerer(Immo)&gt;.1.Geburtenregisternummer" w:val="   "/>
    <w:docVar w:name="FLD_Vorgang.Rolle.&lt;Veräußerer(Immo)&gt;.1.Geburtsdatum(ddmmmmyyyy)" w:val="08. September 1955"/>
    <w:docVar w:name="FLD_Vorgang.Rolle.&lt;Veräußerer(Immo)&gt;.1.Geburtsdatum(ddmmmmyyyy)EN" w:val="08 September 1955"/>
    <w:docVar w:name="FLD_Vorgang.Rolle.&lt;Veräußerer(Immo)&gt;.1.Geburtsdatum(ddmmyyyy)" w:val="08.09.1955"/>
    <w:docVar w:name="FLD_Vorgang.Rolle.&lt;Veräußerer(Immo)&gt;.1.Geburtsdatum(dmyyyy)" w:val="8.9.1955"/>
    <w:docVar w:name="FLD_Vorgang.Rolle.&lt;Veräußerer(Immo)&gt;.1.Geburtsdatum/Registernummer" w:val="08.09.1955"/>
    <w:docVar w:name="FLD_Vorgang.Rolle.&lt;Veräußerer(Immo)&gt;.1.Geburtsname" w:val="geborene Goldmann"/>
    <w:docVar w:name="FLD_Vorgang.Rolle.&lt;Veräußerer(Immo)&gt;.1.Geburtsort" w:val="Hamburg"/>
    <w:docVar w:name="FLD_Vorgang.Rolle.&lt;Veräußerer(Immo)&gt;.1.Geburtsstandesamt" w:val="   "/>
    <w:docVar w:name="FLD_Vorgang.Rolle.&lt;Veräußerer(Immo)&gt;.1.GeburtsstandesamtGeburtenregisternummer" w:val="   "/>
    <w:docVar w:name="FLD_Vorgang.Rolle.&lt;Veräußerer(Immo)&gt;.1.Hausnr" w:val="99"/>
    <w:docVar w:name="FLD_Vorgang.Rolle.&lt;Veräußerer(Immo)&gt;.1.HausnrGeschaeftlich" w:val="   "/>
    <w:docVar w:name="FLD_Vorgang.Rolle.&lt;Veräußerer(Immo)&gt;.1.Identifikation" w:val="   "/>
    <w:docVar w:name="FLD_Vorgang.Rolle.&lt;Veräußerer(Immo)&gt;.1.KlientenID" w:val="12"/>
    <w:docVar w:name="FLD_Vorgang.Rolle.&lt;Veräußerer(Immo)&gt;.1.Land" w:val="Deutschland"/>
    <w:docVar w:name="FLD_Vorgang.Rolle.&lt;Veräußerer(Immo)&gt;.1.LandGeschaeftlich" w:val="   "/>
    <w:docVar w:name="FLD_Vorgang.Rolle.&lt;Veräußerer(Immo)&gt;.1.Nachname/Firma" w:val="Meier"/>
    <w:docVar w:name="FLD_Vorgang.Rolle.&lt;Veräußerer(Immo)&gt;.1.Ort" w:val="Frankfurt am Main"/>
    <w:docVar w:name="FLD_Vorgang.Rolle.&lt;Veräußerer(Immo)&gt;.1.OrtGeschaeftlich" w:val="   "/>
    <w:docVar w:name="FLD_Vorgang.Rolle.&lt;Veräußerer(Immo)&gt;.1.PLZ" w:val="60322"/>
    <w:docVar w:name="FLD_Vorgang.Rolle.&lt;Veräußerer(Immo)&gt;.1.PLZGeschaeftlich" w:val="   "/>
    <w:docVar w:name="FLD_Vorgang.Rolle.&lt;Veräußerer(Immo)&gt;.1.PLZOrt" w:val="60322 Frankfurt am Main"/>
    <w:docVar w:name="FLD_Vorgang.Rolle.&lt;Veräußerer(Immo)&gt;.1.PLZOrtGeschaeftlich" w:val="   "/>
    <w:docVar w:name="FLD_Vorgang.Rolle.&lt;Veräußerer(Immo)&gt;.1.PLZOrtLand" w:val="60322 Frankfurt am Main, Deutschland"/>
    <w:docVar w:name="FLD_Vorgang.Rolle.&lt;Veräußerer(Immo)&gt;.1.PLZOrtLandGeschaeftlich" w:val="   "/>
    <w:docVar w:name="FLD_Vorgang.Rolle.&lt;Veräußerer(Immo)&gt;.1.PLZPostfach" w:val="   "/>
    <w:docVar w:name="FLD_Vorgang.Rolle.&lt;Veräußerer(Immo)&gt;.1.PLZPostfachOrt" w:val="Frankfurt am Main"/>
    <w:docVar w:name="FLD_Vorgang.Rolle.&lt;Veräußerer(Immo)&gt;.1.Postfach" w:val="   "/>
    <w:docVar w:name="FLD_Vorgang.Rolle.&lt;Veräußerer(Immo)&gt;.1.RegisterAbteilung" w:val="   "/>
    <w:docVar w:name="FLD_Vorgang.Rolle.&lt;Veräußerer(Immo)&gt;.1.Registerart" w:val="   "/>
    <w:docVar w:name="FLD_Vorgang.Rolle.&lt;Veräußerer(Immo)&gt;.1.Registernummer" w:val="   "/>
    <w:docVar w:name="FLD_Vorgang.Rolle.&lt;Veräußerer(Immo)&gt;.1.RegisterNurNummer" w:val="   "/>
    <w:docVar w:name="FLD_Vorgang.Rolle.&lt;Veräußerer(Immo)&gt;.1.Registerstelle" w:val="   "/>
    <w:docVar w:name="FLD_Vorgang.Rolle.&lt;Veräußerer(Immo)&gt;.1.Rubrum" w:val="Frau Anna Meier geborene Goldmann, geboren am 08. September 1955, von Person bekannt, und Herr Sebastian Krämer, geboren am 12. November 1987, von Person bekannt, beide wohnhaft in 60322 Frankfurt am Main, Deutschland, An der Welle 99"/>
    <w:docVar w:name="FLD_Vorgang.Rolle.&lt;Veräußerer(Immo)&gt;.1.RubrumGeschaeftlich" w:val="Frau Anna Meier geborene Goldmann, geboren am 08. September 1955, von Person bekannt, und Herr Sebastian Krämer, geboren am 12. November 1987, von Person bekannt, beide wohnhaft in    ,    "/>
    <w:docVar w:name="FLD_Vorgang.Rolle.&lt;Veräußerer(Immo)&gt;.1.Rufname" w:val="Anna"/>
    <w:docVar w:name="FLD_Vorgang.Rolle.&lt;Veräußerer(Immo)&gt;.1.RufnameTitel" w:val="Anna"/>
    <w:docVar w:name="FLD_Vorgang.Rolle.&lt;Veräußerer(Immo)&gt;.1.RufnameTitelNachname/Firma" w:val="Anna Meier"/>
    <w:docVar w:name="FLD_Vorgang.Rolle.&lt;Veräußerer(Immo)&gt;.1.RufnameTitelNachname/Firma(formatiert)" w:val="[FETT]Anna Meier[/FETT]"/>
    <w:docVar w:name="FLD_Vorgang.Rolle.&lt;Veräußerer(Immo)&gt;.1.RufnameTitelNachname/FirmaGeburtsname" w:val="Anna Meier geborene Goldmann"/>
    <w:docVar w:name="FLD_Vorgang.Rolle.&lt;Veräußerer(Immo)&gt;.1.RufnameTitelNachname/FirmaGeburtsname(formatiert)" w:val="[FETT]Anna Meier geborene Goldmann[/FETT]"/>
    <w:docVar w:name="FLD_Vorgang.Rolle.&lt;Veräußerer(Immo)&gt;.1.SitzOrt" w:val="   "/>
    <w:docVar w:name="FLD_Vorgang.Rolle.&lt;Veräußerer(Immo)&gt;.1.SitzStaat" w:val="   "/>
    <w:docVar w:name="FLD_Vorgang.Rolle.&lt;Veräußerer(Immo)&gt;.1.SteuerId" w:val="   "/>
    <w:docVar w:name="FLD_Vorgang.Rolle.&lt;Veräußerer(Immo)&gt;.1.Strasse" w:val="An der Welle"/>
    <w:docVar w:name="FLD_Vorgang.Rolle.&lt;Veräußerer(Immo)&gt;.1.StrasseGeschaeftlich" w:val="   "/>
    <w:docVar w:name="FLD_Vorgang.Rolle.&lt;Veräußerer(Immo)&gt;.1.StrasseHausnr" w:val="An der Welle 99"/>
    <w:docVar w:name="FLD_Vorgang.Rolle.&lt;Veräußerer(Immo)&gt;.1.StrasseHausnrGeschaeftlich" w:val="   "/>
    <w:docVar w:name="FLD_Vorgang.Rolle.&lt;Veräußerer(Immo)&gt;.1.Titel" w:val="   "/>
    <w:docVar w:name="FLD_Vorgang.Rolle.&lt;Veräußerer(Immo)&gt;.1.UrkundsformatAnschriftKomplett" w:val="60322 Frankfurt am Main,_x000d__x000a_An der Welle 99"/>
    <w:docVar w:name="FLD_Vorgang.Rolle.&lt;Veräußerer(Immo)&gt;.1.UrkundsformatAnschriftKomplettGeschaeftlich" w:val="   "/>
    <w:docVar w:name="FLD_Vorgang.Rolle.&lt;Veräußerer(Immo)&gt;.1.Vornamen" w:val="Anna"/>
    <w:docVar w:name="FLD_Vorgang.Rolle.&lt;Veräußerer(Immo)&gt;.1.Vornamen(formatiert)" w:val="[UNTERSTRICHEN]Anna[/UNTERSTRICHEN]"/>
    <w:docVar w:name="FLD_Vorgang.Rolle.&lt;Veräußerer(Immo)&gt;.1.VornamenTitel" w:val="Anna"/>
    <w:docVar w:name="FLD_Vorgang.Rolle.&lt;Veräußerer(Immo)&gt;.1.VornamenTitel(formatiert)" w:val="[UNTERSTRICHEN]Anna[/UNTERSTRICHEN]"/>
    <w:docVar w:name="FLD_Vorgang.Rolle.&lt;Veräußerer(Immo)&gt;.1.VornamenTitelNachname/Firma" w:val="Anna Meier"/>
    <w:docVar w:name="FLD_Vorgang.Rolle.&lt;Veräußerer(Immo)&gt;.1.VornamenTitelNachname/Firma(formatiert)" w:val="[FETT]Anna Meier[/FETT]"/>
    <w:docVar w:name="FLD_Vorgang.Rolle.&lt;Veräußerer(Immo)&gt;.1.VornamenTitelNachname/FirmaGeburtsname" w:val="Anna Meier geborene Goldmann"/>
    <w:docVar w:name="FLD_Vorgang.Rolle.&lt;Veräußerer(Immo)&gt;.1.VornamenTitelNachname/FirmaGeburtsname(formatiert)" w:val="[FETT]Anna Meier geborene Goldmann[/FETT]"/>
    <w:docVar w:name="FLD_Vorgang.Rolle.&lt;Veräußerer(Immo)&gt;.2.AnredeBriefkopfGeschaeftlich" w:val="Herrn"/>
    <w:docVar w:name="FLD_Vorgang.Rolle.&lt;Veräußerer(Immo)&gt;.2.AnredeBriefkopfPrivat" w:val="Herrn"/>
    <w:docVar w:name="FLD_Vorgang.Rolle.&lt;Veräußerer(Immo)&gt;.2.AnredeBrieftextGeschaeftlich" w:val="Sehr geehrter Herr"/>
    <w:docVar w:name="FLD_Vorgang.Rolle.&lt;Veräußerer(Immo)&gt;.2.AnredeBrieftextPrivat" w:val="Sehr geehrter Herr"/>
    <w:docVar w:name="FLD_Vorgang.Rolle.&lt;Veräußerer(Immo)&gt;.2.AnredeUrkundeGeschaeftlich" w:val="Herr"/>
    <w:docVar w:name="FLD_Vorgang.Rolle.&lt;Veräußerer(Immo)&gt;.2.AnredeUrkundePrivat" w:val="Herr"/>
    <w:docVar w:name="FLD_Vorgang.Rolle.&lt;Veräußerer(Immo)&gt;.2.Geburtenregisternummer" w:val="   "/>
    <w:docVar w:name="FLD_Vorgang.Rolle.&lt;Veräußerer(Immo)&gt;.2.Geburtsdatum(ddmmmmyyyy)" w:val="12. November 1987"/>
    <w:docVar w:name="FLD_Vorgang.Rolle.&lt;Veräußerer(Immo)&gt;.2.Geburtsdatum(ddmmmmyyyy)EN" w:val="12 November 1987"/>
    <w:docVar w:name="FLD_Vorgang.Rolle.&lt;Veräußerer(Immo)&gt;.2.Geburtsdatum(ddmmyyyy)" w:val="12.11.1987"/>
    <w:docVar w:name="FLD_Vorgang.Rolle.&lt;Veräußerer(Immo)&gt;.2.Geburtsdatum(dmyyyy)" w:val="12.11.1987"/>
    <w:docVar w:name="FLD_Vorgang.Rolle.&lt;Veräußerer(Immo)&gt;.2.Geburtsdatum/Registernummer" w:val="12.11.1987"/>
    <w:docVar w:name="FLD_Vorgang.Rolle.&lt;Veräußerer(Immo)&gt;.2.Geburtsname" w:val="   "/>
    <w:docVar w:name="FLD_Vorgang.Rolle.&lt;Veräußerer(Immo)&gt;.2.Geburtsort" w:val="Oberwesel"/>
    <w:docVar w:name="FLD_Vorgang.Rolle.&lt;Veräußerer(Immo)&gt;.2.Geburtsstandesamt" w:val="   "/>
    <w:docVar w:name="FLD_Vorgang.Rolle.&lt;Veräußerer(Immo)&gt;.2.GeburtsstandesamtGeburtenregisternummer" w:val="   "/>
    <w:docVar w:name="FLD_Vorgang.Rolle.&lt;Veräußerer(Immo)&gt;.2.Hausnr" w:val="   "/>
    <w:docVar w:name="FLD_Vorgang.Rolle.&lt;Veräußerer(Immo)&gt;.2.HausnrGeschaeftlich" w:val="25"/>
    <w:docVar w:name="FLD_Vorgang.Rolle.&lt;Veräußerer(Immo)&gt;.2.Identifikation" w:val="m"/>
    <w:docVar w:name="FLD_Vorgang.Rolle.&lt;Veräußerer(Immo)&gt;.2.KlientenID" w:val="2"/>
    <w:docVar w:name="FLD_Vorgang.Rolle.&lt;Veräußerer(Immo)&gt;.2.Land" w:val="   "/>
    <w:docVar w:name="FLD_Vorgang.Rolle.&lt;Veräußerer(Immo)&gt;.2.LandGeschaeftlich" w:val="Deutschland"/>
    <w:docVar w:name="FLD_Vorgang.Rolle.&lt;Veräußerer(Immo)&gt;.2.Nachname/Firma" w:val="Krämer"/>
    <w:docVar w:name="FLD_Vorgang.Rolle.&lt;Veräußerer(Immo)&gt;.2.Ort" w:val="   "/>
    <w:docVar w:name="FLD_Vorgang.Rolle.&lt;Veräußerer(Immo)&gt;.2.OrtGeschaeftlich" w:val="Groß-Umstadt"/>
    <w:docVar w:name="FLD_Vorgang.Rolle.&lt;Veräußerer(Immo)&gt;.2.PLZ" w:val="   "/>
    <w:docVar w:name="FLD_Vorgang.Rolle.&lt;Veräußerer(Immo)&gt;.2.PLZGeschaeftlich" w:val="64823"/>
    <w:docVar w:name="FLD_Vorgang.Rolle.&lt;Veräußerer(Immo)&gt;.2.PLZOrt" w:val="   "/>
    <w:docVar w:name="FLD_Vorgang.Rolle.&lt;Veräußerer(Immo)&gt;.2.PLZOrtGeschaeftlich" w:val="64823 Groß-Umstadt"/>
    <w:docVar w:name="FLD_Vorgang.Rolle.&lt;Veräußerer(Immo)&gt;.2.PLZOrtLand" w:val="   "/>
    <w:docVar w:name="FLD_Vorgang.Rolle.&lt;Veräußerer(Immo)&gt;.2.PLZOrtLandGeschaeftlich" w:val="64823 Groß-Umstadt, Deutschland"/>
    <w:docVar w:name="FLD_Vorgang.Rolle.&lt;Veräußerer(Immo)&gt;.2.PLZPostfach" w:val="   "/>
    <w:docVar w:name="FLD_Vorgang.Rolle.&lt;Veräußerer(Immo)&gt;.2.PLZPostfachOrt" w:val="   "/>
    <w:docVar w:name="FLD_Vorgang.Rolle.&lt;Veräußerer(Immo)&gt;.2.Postfach" w:val="   "/>
    <w:docVar w:name="FLD_Vorgang.Rolle.&lt;Veräußerer(Immo)&gt;.2.RegisterAbteilung" w:val="   "/>
    <w:docVar w:name="FLD_Vorgang.Rolle.&lt;Veräußerer(Immo)&gt;.2.Registerart" w:val="   "/>
    <w:docVar w:name="FLD_Vorgang.Rolle.&lt;Veräußerer(Immo)&gt;.2.Registernummer" w:val="   "/>
    <w:docVar w:name="FLD_Vorgang.Rolle.&lt;Veräußerer(Immo)&gt;.2.RegisterNurNummer" w:val="   "/>
    <w:docVar w:name="FLD_Vorgang.Rolle.&lt;Veräußerer(Immo)&gt;.2.Registerstelle" w:val="   "/>
    <w:docVar w:name="FLD_Vorgang.Rolle.&lt;Veräußerer(Immo)&gt;.2.Rufname" w:val="Sebastian"/>
    <w:docVar w:name="FLD_Vorgang.Rolle.&lt;Veräußerer(Immo)&gt;.2.RufnameTitel" w:val="Sebastian"/>
    <w:docVar w:name="FLD_Vorgang.Rolle.&lt;Veräußerer(Immo)&gt;.2.RufnameTitelNachname/Firma" w:val="Sebastian Krämer"/>
    <w:docVar w:name="FLD_Vorgang.Rolle.&lt;Veräußerer(Immo)&gt;.2.RufnameTitelNachname/Firma(formatiert)" w:val="[FETT]Sebastian Krämer[/FETT]"/>
    <w:docVar w:name="FLD_Vorgang.Rolle.&lt;Veräußerer(Immo)&gt;.2.RufnameTitelNachname/FirmaGeburtsname" w:val="Sebastian Krämer"/>
    <w:docVar w:name="FLD_Vorgang.Rolle.&lt;Veräußerer(Immo)&gt;.2.RufnameTitelNachname/FirmaGeburtsname(formatiert)" w:val="[FETT]Sebastian Krämer[/FETT]"/>
    <w:docVar w:name="FLD_Vorgang.Rolle.&lt;Veräußerer(Immo)&gt;.2.SitzOrt" w:val="   "/>
    <w:docVar w:name="FLD_Vorgang.Rolle.&lt;Veräußerer(Immo)&gt;.2.SitzStaat" w:val="   "/>
    <w:docVar w:name="FLD_Vorgang.Rolle.&lt;Veräußerer(Immo)&gt;.2.SteuerId" w:val="xxx"/>
    <w:docVar w:name="FLD_Vorgang.Rolle.&lt;Veräußerer(Immo)&gt;.2.Strasse" w:val="   "/>
    <w:docVar w:name="FLD_Vorgang.Rolle.&lt;Veräußerer(Immo)&gt;.2.StrasseGeschaeftlich" w:val="Auf der Beine"/>
    <w:docVar w:name="FLD_Vorgang.Rolle.&lt;Veräußerer(Immo)&gt;.2.StrasseHausnr" w:val="   "/>
    <w:docVar w:name="FLD_Vorgang.Rolle.&lt;Veräußerer(Immo)&gt;.2.StrasseHausnrGeschaeftlich" w:val="Auf der Beine 25"/>
    <w:docVar w:name="FLD_Vorgang.Rolle.&lt;Veräußerer(Immo)&gt;.2.Titel" w:val="   "/>
    <w:docVar w:name="FLD_Vorgang.Rolle.&lt;Veräußerer(Immo)&gt;.2.UrkundsformatAnschriftKomplett" w:val="   "/>
    <w:docVar w:name="FLD_Vorgang.Rolle.&lt;Veräußerer(Immo)&gt;.2.UrkundsformatAnschriftKomplettGeschaeftlich" w:val="64823 Groß-Umstadt,_x000d__x000a_Auf der Beine 25"/>
    <w:docVar w:name="FLD_Vorgang.Rolle.&lt;Veräußerer(Immo)&gt;.2.Vornamen" w:val="Sebastian"/>
    <w:docVar w:name="FLD_Vorgang.Rolle.&lt;Veräußerer(Immo)&gt;.2.Vornamen(formatiert)" w:val="[UNTERSTRICHEN]Sebastian[/UNTERSTRICHEN]"/>
    <w:docVar w:name="FLD_Vorgang.Rolle.&lt;Veräußerer(Immo)&gt;.2.VornamenTitel" w:val="Sebastian"/>
    <w:docVar w:name="FLD_Vorgang.Rolle.&lt;Veräußerer(Immo)&gt;.2.VornamenTitel(formatiert)" w:val="[UNTERSTRICHEN]Sebastian[/UNTERSTRICHEN]"/>
    <w:docVar w:name="FLD_Vorgang.Rolle.&lt;Veräußerer(Immo)&gt;.2.VornamenTitelNachname/Firma" w:val="Sebastian Krämer"/>
    <w:docVar w:name="FLD_Vorgang.Rolle.&lt;Veräußerer(Immo)&gt;.2.VornamenTitelNachname/Firma(formatiert)" w:val="[FETT]Sebastian Krämer[/FETT]"/>
    <w:docVar w:name="FLD_Vorgang.Rolle.&lt;Veräußerer(Immo)&gt;.2.VornamenTitelNachname/FirmaGeburtsname" w:val="Sebastian Krämer"/>
    <w:docVar w:name="FLD_Vorgang.Rolle.&lt;Veräußerer(Immo)&gt;.2.VornamenTitelNachname/FirmaGeburtsname(formatiert)" w:val="[FETT]Sebastian Krämer[/FETT]"/>
    <w:docVar w:name="FLD_Vorgang.Rolle.&lt;Vertreter&gt;.1.AnredeBriefkopfGeschaeftlich" w:val="Herrn"/>
    <w:docVar w:name="FLD_Vorgang.Rolle.&lt;Vertreter&gt;.1.AnredeBriefkopfPrivat" w:val="Herrn"/>
    <w:docVar w:name="FLD_Vorgang.Rolle.&lt;Vertreter&gt;.1.AnredeBrieftextGeschaeftlich" w:val="Sehr geehrter Herr"/>
    <w:docVar w:name="FLD_Vorgang.Rolle.&lt;Vertreter&gt;.1.AnredeBrieftextPrivat" w:val="Sehr geehrter Herr"/>
    <w:docVar w:name="FLD_Vorgang.Rolle.&lt;Vertreter&gt;.1.AnredeUrkundeGeschaeftlich" w:val="Herr"/>
    <w:docVar w:name="FLD_Vorgang.Rolle.&lt;Vertreter&gt;.1.AnredeUrkundePrivat" w:val="Herr"/>
    <w:docVar w:name="FLD_Vorgang.Rolle.&lt;Vertreter&gt;.1.Geburtenregisternummer" w:val="   "/>
    <w:docVar w:name="FLD_Vorgang.Rolle.&lt;Vertreter&gt;.1.Geburtsdatum(ddmmmmyyyy)" w:val="12. November 1987"/>
    <w:docVar w:name="FLD_Vorgang.Rolle.&lt;Vertreter&gt;.1.Geburtsdatum(ddmmmmyyyy)EN" w:val="12 November 1987"/>
    <w:docVar w:name="FLD_Vorgang.Rolle.&lt;Vertreter&gt;.1.Geburtsdatum(ddmmyyyy)" w:val="12.11.1987"/>
    <w:docVar w:name="FLD_Vorgang.Rolle.&lt;Vertreter&gt;.1.Geburtsdatum(dmyyyy)" w:val="12.11.1987"/>
    <w:docVar w:name="FLD_Vorgang.Rolle.&lt;Vertreter&gt;.1.Geburtsdatum/Registernummer" w:val="12.11.1987"/>
    <w:docVar w:name="FLD_Vorgang.Rolle.&lt;Vertreter&gt;.1.Geburtsname" w:val="   "/>
    <w:docVar w:name="FLD_Vorgang.Rolle.&lt;Vertreter&gt;.1.Geburtsort" w:val="Oberwesel"/>
    <w:docVar w:name="FLD_Vorgang.Rolle.&lt;Vertreter&gt;.1.Geburtsstandesamt" w:val="   "/>
    <w:docVar w:name="FLD_Vorgang.Rolle.&lt;Vertreter&gt;.1.GeburtsstandesamtGeburtenregisternummer" w:val="   "/>
    <w:docVar w:name="FLD_Vorgang.Rolle.&lt;Vertreter&gt;.1.Hausnr" w:val="   "/>
    <w:docVar w:name="FLD_Vorgang.Rolle.&lt;Vertreter&gt;.1.HausnrGeschaeftlich" w:val="25"/>
    <w:docVar w:name="FLD_Vorgang.Rolle.&lt;Vertreter&gt;.1.Identifikation" w:val="   "/>
    <w:docVar w:name="FLD_Vorgang.Rolle.&lt;Vertreter&gt;.1.KlientenID" w:val="2"/>
    <w:docVar w:name="FLD_Vorgang.Rolle.&lt;Vertreter&gt;.1.Land" w:val="   "/>
    <w:docVar w:name="FLD_Vorgang.Rolle.&lt;Vertreter&gt;.1.LandGeschaeftlich" w:val="Deutschland"/>
    <w:docVar w:name="FLD_Vorgang.Rolle.&lt;Vertreter&gt;.1.Nachname/Firma" w:val="Krämer"/>
    <w:docVar w:name="FLD_Vorgang.Rolle.&lt;Vertreter&gt;.1.Ort" w:val="   "/>
    <w:docVar w:name="FLD_Vorgang.Rolle.&lt;Vertreter&gt;.1.OrtGeschaeftlich" w:val="Groß-Umstadt"/>
    <w:docVar w:name="FLD_Vorgang.Rolle.&lt;Vertreter&gt;.1.PLZ" w:val="   "/>
    <w:docVar w:name="FLD_Vorgang.Rolle.&lt;Vertreter&gt;.1.PLZGeschaeftlich" w:val="64823"/>
    <w:docVar w:name="FLD_Vorgang.Rolle.&lt;Vertreter&gt;.1.PLZOrt" w:val="   "/>
    <w:docVar w:name="FLD_Vorgang.Rolle.&lt;Vertreter&gt;.1.PLZOrtGeschaeftlich" w:val="64823 Groß-Umstadt"/>
    <w:docVar w:name="FLD_Vorgang.Rolle.&lt;Vertreter&gt;.1.PLZOrtLand" w:val="   "/>
    <w:docVar w:name="FLD_Vorgang.Rolle.&lt;Vertreter&gt;.1.PLZOrtLandGeschaeftlich" w:val="64823 Groß-Umstadt, Deutschland"/>
    <w:docVar w:name="FLD_Vorgang.Rolle.&lt;Vertreter&gt;.1.PLZPostfach" w:val="   "/>
    <w:docVar w:name="FLD_Vorgang.Rolle.&lt;Vertreter&gt;.1.PLZPostfachOrt" w:val="   "/>
    <w:docVar w:name="FLD_Vorgang.Rolle.&lt;Vertreter&gt;.1.Postfach" w:val="   "/>
    <w:docVar w:name="FLD_Vorgang.Rolle.&lt;Vertreter&gt;.1.RegisterAbteilung" w:val="   "/>
    <w:docVar w:name="FLD_Vorgang.Rolle.&lt;Vertreter&gt;.1.Registerart" w:val="   "/>
    <w:docVar w:name="FLD_Vorgang.Rolle.&lt;Vertreter&gt;.1.Registernummer" w:val="   "/>
    <w:docVar w:name="FLD_Vorgang.Rolle.&lt;Vertreter&gt;.1.RegisterNurNummer" w:val="   "/>
    <w:docVar w:name="FLD_Vorgang.Rolle.&lt;Vertreter&gt;.1.Registerstelle" w:val="   "/>
    <w:docVar w:name="FLD_Vorgang.Rolle.&lt;Vertreter&gt;.1.Rubrum" w:val="Herr Sebastian Krämer, geboren am 12. November 1987, wohnhaft in    ,    , ausgewiesen durch..."/>
    <w:docVar w:name="FLD_Vorgang.Rolle.&lt;Vertreter&gt;.1.RubrumGeschaeftlich" w:val="Herr Sebastian Krämer, geboren am 12. November 1987, wohnhaft in 64823 Groß-Umstadt, Deutschland, Auf der Beine 25, ausgewiesen durch..."/>
    <w:docVar w:name="FLD_Vorgang.Rolle.&lt;Vertreter&gt;.1.Rufname" w:val="Sebastian"/>
    <w:docVar w:name="FLD_Vorgang.Rolle.&lt;Vertreter&gt;.1.RufnameTitel" w:val="Sebastian"/>
    <w:docVar w:name="FLD_Vorgang.Rolle.&lt;Vertreter&gt;.1.RufnameTitelNachname/Firma" w:val="Sebastian Krämer"/>
    <w:docVar w:name="FLD_Vorgang.Rolle.&lt;Vertreter&gt;.1.RufnameTitelNachname/Firma(formatiert)" w:val="[FETT]Sebastian Krämer[/FETT]"/>
    <w:docVar w:name="FLD_Vorgang.Rolle.&lt;Vertreter&gt;.1.RufnameTitelNachname/FirmaGeburtsname" w:val="Sebastian Krämer"/>
    <w:docVar w:name="FLD_Vorgang.Rolle.&lt;Vertreter&gt;.1.RufnameTitelNachname/FirmaGeburtsname(formatiert)" w:val="[FETT]Sebastian Krämer[/FETT]"/>
    <w:docVar w:name="FLD_Vorgang.Rolle.&lt;Vertreter&gt;.1.SitzOrt" w:val="   "/>
    <w:docVar w:name="FLD_Vorgang.Rolle.&lt;Vertreter&gt;.1.SitzStaat" w:val="   "/>
    <w:docVar w:name="FLD_Vorgang.Rolle.&lt;Vertreter&gt;.1.SteuerId" w:val="xxx"/>
    <w:docVar w:name="FLD_Vorgang.Rolle.&lt;Vertreter&gt;.1.Strasse" w:val="   "/>
    <w:docVar w:name="FLD_Vorgang.Rolle.&lt;Vertreter&gt;.1.StrasseGeschaeftlich" w:val="Auf der Beine"/>
    <w:docVar w:name="FLD_Vorgang.Rolle.&lt;Vertreter&gt;.1.StrasseHausnr" w:val="   "/>
    <w:docVar w:name="FLD_Vorgang.Rolle.&lt;Vertreter&gt;.1.StrasseHausnrGeschaeftlich" w:val="Auf der Beine 25"/>
    <w:docVar w:name="FLD_Vorgang.Rolle.&lt;Vertreter&gt;.1.Titel" w:val="   "/>
    <w:docVar w:name="FLD_Vorgang.Rolle.&lt;Vertreter&gt;.1.UrkundsformatAnschriftKomplett" w:val="   "/>
    <w:docVar w:name="FLD_Vorgang.Rolle.&lt;Vertreter&gt;.1.UrkundsformatAnschriftKomplettGeschaeftlich" w:val="64823 Groß-Umstadt,_x000d__x000a_Auf der Beine 25"/>
    <w:docVar w:name="FLD_Vorgang.Rolle.&lt;Vertreter&gt;.1.Vornamen" w:val="Sebastian"/>
    <w:docVar w:name="FLD_Vorgang.Rolle.&lt;Vertreter&gt;.1.Vornamen(formatiert)" w:val="[UNTERSTRICHEN]Sebastian[/UNTERSTRICHEN]"/>
    <w:docVar w:name="FLD_Vorgang.Rolle.&lt;Vertreter&gt;.1.VornamenTitel" w:val="Sebastian"/>
    <w:docVar w:name="FLD_Vorgang.Rolle.&lt;Vertreter&gt;.1.VornamenTitel(formatiert)" w:val="[UNTERSTRICHEN]Sebastian[/UNTERSTRICHEN]"/>
    <w:docVar w:name="FLD_Vorgang.Rolle.&lt;Vertreter&gt;.1.VornamenTitelNachname/Firma" w:val="Sebastian Krämer"/>
    <w:docVar w:name="FLD_Vorgang.Rolle.&lt;Vertreter&gt;.1.VornamenTitelNachname/Firma(formatiert)" w:val="[FETT]Sebastian Krämer[/FETT]"/>
    <w:docVar w:name="FLD_Vorgang.Rolle.&lt;Vertreter&gt;.1.VornamenTitelNachname/FirmaGeburtsname" w:val="Sebastian Krämer"/>
    <w:docVar w:name="FLD_Vorgang.Rolle.&lt;Vertreter&gt;.1.VornamenTitelNachname/FirmaGeburtsname(formatiert)" w:val="[FETT]Sebastian Krämer[/FETT]"/>
    <w:docVar w:name="FLD_Vorgang.Rolle.&lt;Vertreter&gt;.2.AnredeBriefkopfGeschaeftlich" w:val="Herrn"/>
    <w:docVar w:name="FLD_Vorgang.Rolle.&lt;Vertreter&gt;.2.AnredeBriefkopfPrivat" w:val="Herrn"/>
    <w:docVar w:name="FLD_Vorgang.Rolle.&lt;Vertreter&gt;.2.AnredeBrieftextGeschaeftlich" w:val="Sehr geehrter Herr"/>
    <w:docVar w:name="FLD_Vorgang.Rolle.&lt;Vertreter&gt;.2.AnredeBrieftextPrivat" w:val="Sehr geehrter Herr"/>
    <w:docVar w:name="FLD_Vorgang.Rolle.&lt;Vertreter&gt;.2.AnredeUrkundeGeschaeftlich" w:val="Herr"/>
    <w:docVar w:name="FLD_Vorgang.Rolle.&lt;Vertreter&gt;.2.AnredeUrkundePrivat" w:val="Herr"/>
    <w:docVar w:name="FLD_Vorgang.Rolle.&lt;Vertreter&gt;.2.Geburtenregisternummer" w:val="   "/>
    <w:docVar w:name="FLD_Vorgang.Rolle.&lt;Vertreter&gt;.2.Geburtsdatum(ddmmmmyyyy)" w:val="14. November 1972"/>
    <w:docVar w:name="FLD_Vorgang.Rolle.&lt;Vertreter&gt;.2.Geburtsdatum(ddmmmmyyyy)EN" w:val="14 November 1972"/>
    <w:docVar w:name="FLD_Vorgang.Rolle.&lt;Vertreter&gt;.2.Geburtsdatum(ddmmyyyy)" w:val="14.11.1972"/>
    <w:docVar w:name="FLD_Vorgang.Rolle.&lt;Vertreter&gt;.2.Geburtsdatum(dmyyyy)" w:val="14.11.1972"/>
    <w:docVar w:name="FLD_Vorgang.Rolle.&lt;Vertreter&gt;.2.Geburtsdatum/Registernummer" w:val="14.11.1972"/>
    <w:docVar w:name="FLD_Vorgang.Rolle.&lt;Vertreter&gt;.2.Geburtsname" w:val="   "/>
    <w:docVar w:name="FLD_Vorgang.Rolle.&lt;Vertreter&gt;.2.Geburtsort" w:val="Oberwesel"/>
    <w:docVar w:name="FLD_Vorgang.Rolle.&lt;Vertreter&gt;.2.Geburtsstandesamt" w:val="   "/>
    <w:docVar w:name="FLD_Vorgang.Rolle.&lt;Vertreter&gt;.2.GeburtsstandesamtGeburtenregisternummer" w:val="   "/>
    <w:docVar w:name="FLD_Vorgang.Rolle.&lt;Vertreter&gt;.2.Hausnr" w:val="   "/>
    <w:docVar w:name="FLD_Vorgang.Rolle.&lt;Vertreter&gt;.2.HausnrGeschaeftlich" w:val="25"/>
    <w:docVar w:name="FLD_Vorgang.Rolle.&lt;Vertreter&gt;.2.Identifikation" w:val="   "/>
    <w:docVar w:name="FLD_Vorgang.Rolle.&lt;Vertreter&gt;.2.KlientenID" w:val="7"/>
    <w:docVar w:name="FLD_Vorgang.Rolle.&lt;Vertreter&gt;.2.Land" w:val="   "/>
    <w:docVar w:name="FLD_Vorgang.Rolle.&lt;Vertreter&gt;.2.LandGeschaeftlich" w:val="Deutschland"/>
    <w:docVar w:name="FLD_Vorgang.Rolle.&lt;Vertreter&gt;.2.Nachname/Firma" w:val="Fischer"/>
    <w:docVar w:name="FLD_Vorgang.Rolle.&lt;Vertreter&gt;.2.Ort" w:val="   "/>
    <w:docVar w:name="FLD_Vorgang.Rolle.&lt;Vertreter&gt;.2.OrtGeschaeftlich" w:val="Groß-Umstadt"/>
    <w:docVar w:name="FLD_Vorgang.Rolle.&lt;Vertreter&gt;.2.PLZ" w:val="   "/>
    <w:docVar w:name="FLD_Vorgang.Rolle.&lt;Vertreter&gt;.2.PLZGeschaeftlich" w:val="64823"/>
    <w:docVar w:name="FLD_Vorgang.Rolle.&lt;Vertreter&gt;.2.PLZOrt" w:val="   "/>
    <w:docVar w:name="FLD_Vorgang.Rolle.&lt;Vertreter&gt;.2.PLZOrtGeschaeftlich" w:val="64823 Groß-Umstadt"/>
    <w:docVar w:name="FLD_Vorgang.Rolle.&lt;Vertreter&gt;.2.PLZOrtLand" w:val="   "/>
    <w:docVar w:name="FLD_Vorgang.Rolle.&lt;Vertreter&gt;.2.PLZOrtLandGeschaeftlich" w:val="64823 Groß-Umstadt, Deutschland"/>
    <w:docVar w:name="FLD_Vorgang.Rolle.&lt;Vertreter&gt;.2.PLZPostfach" w:val="   "/>
    <w:docVar w:name="FLD_Vorgang.Rolle.&lt;Vertreter&gt;.2.PLZPostfachOrt" w:val="   "/>
    <w:docVar w:name="FLD_Vorgang.Rolle.&lt;Vertreter&gt;.2.Postfach" w:val="   "/>
    <w:docVar w:name="FLD_Vorgang.Rolle.&lt;Vertreter&gt;.2.RegisterAbteilung" w:val="   "/>
    <w:docVar w:name="FLD_Vorgang.Rolle.&lt;Vertreter&gt;.2.Registerart" w:val="   "/>
    <w:docVar w:name="FLD_Vorgang.Rolle.&lt;Vertreter&gt;.2.Registernummer" w:val="   "/>
    <w:docVar w:name="FLD_Vorgang.Rolle.&lt;Vertreter&gt;.2.RegisterNurNummer" w:val="   "/>
    <w:docVar w:name="FLD_Vorgang.Rolle.&lt;Vertreter&gt;.2.Registerstelle" w:val="   "/>
    <w:docVar w:name="FLD_Vorgang.Rolle.&lt;Vertreter&gt;.2.Rubrum" w:val="Herr Jörg Fischer, geboren am 14. November 1972, wohnhaft in    ,    , ausgewiesen durch..."/>
    <w:docVar w:name="FLD_Vorgang.Rolle.&lt;Vertreter&gt;.2.RubrumGeschaeftlich" w:val="Herr Jörg Fischer, geboren am 14. November 1972, wohnhaft in 64823 Groß-Umstadt, Deutschland, Auf der Beine 25, ausgewiesen durch..."/>
    <w:docVar w:name="FLD_Vorgang.Rolle.&lt;Vertreter&gt;.2.Rufname" w:val="Jörg"/>
    <w:docVar w:name="FLD_Vorgang.Rolle.&lt;Vertreter&gt;.2.RufnameTitel" w:val="Jörg"/>
    <w:docVar w:name="FLD_Vorgang.Rolle.&lt;Vertreter&gt;.2.RufnameTitelNachname/Firma" w:val="Jörg Fischer"/>
    <w:docVar w:name="FLD_Vorgang.Rolle.&lt;Vertreter&gt;.2.RufnameTitelNachname/Firma(formatiert)" w:val="[FETT]Jörg Fischer[/FETT]"/>
    <w:docVar w:name="FLD_Vorgang.Rolle.&lt;Vertreter&gt;.2.RufnameTitelNachname/FirmaGeburtsname" w:val="Jörg Fischer"/>
    <w:docVar w:name="FLD_Vorgang.Rolle.&lt;Vertreter&gt;.2.RufnameTitelNachname/FirmaGeburtsname(formatiert)" w:val="[FETT]Jörg Fischer[/FETT]"/>
    <w:docVar w:name="FLD_Vorgang.Rolle.&lt;Vertreter&gt;.2.SitzOrt" w:val="   "/>
    <w:docVar w:name="FLD_Vorgang.Rolle.&lt;Vertreter&gt;.2.SitzStaat" w:val="   "/>
    <w:docVar w:name="FLD_Vorgang.Rolle.&lt;Vertreter&gt;.2.SteuerId" w:val="   "/>
    <w:docVar w:name="FLD_Vorgang.Rolle.&lt;Vertreter&gt;.2.Strasse" w:val="   "/>
    <w:docVar w:name="FLD_Vorgang.Rolle.&lt;Vertreter&gt;.2.StrasseGeschaeftlich" w:val="Auf der Beine"/>
    <w:docVar w:name="FLD_Vorgang.Rolle.&lt;Vertreter&gt;.2.StrasseHausnr" w:val="   "/>
    <w:docVar w:name="FLD_Vorgang.Rolle.&lt;Vertreter&gt;.2.StrasseHausnrGeschaeftlich" w:val="Auf der Beine 25"/>
    <w:docVar w:name="FLD_Vorgang.Rolle.&lt;Vertreter&gt;.2.Titel" w:val="   "/>
    <w:docVar w:name="FLD_Vorgang.Rolle.&lt;Vertreter&gt;.2.UrkundsformatAnschriftKomplett" w:val="   "/>
    <w:docVar w:name="FLD_Vorgang.Rolle.&lt;Vertreter&gt;.2.UrkundsformatAnschriftKomplettGeschaeftlich" w:val="64823 Groß-Umstadt,_x000d__x000a_Auf der Beine 25"/>
    <w:docVar w:name="FLD_Vorgang.Rolle.&lt;Vertreter&gt;.2.Vornamen" w:val="Jörg"/>
    <w:docVar w:name="FLD_Vorgang.Rolle.&lt;Vertreter&gt;.2.Vornamen(formatiert)" w:val="[UNTERSTRICHEN]Jörg[/UNTERSTRICHEN]"/>
    <w:docVar w:name="FLD_Vorgang.Rolle.&lt;Vertreter&gt;.2.VornamenTitel" w:val="Jörg"/>
    <w:docVar w:name="FLD_Vorgang.Rolle.&lt;Vertreter&gt;.2.VornamenTitel(formatiert)" w:val="[UNTERSTRICHEN]Jörg[/UNTERSTRICHEN]"/>
    <w:docVar w:name="FLD_Vorgang.Rolle.&lt;Vertreter&gt;.2.VornamenTitelNachname/Firma" w:val="Jörg Fischer"/>
    <w:docVar w:name="FLD_Vorgang.Rolle.&lt;Vertreter&gt;.2.VornamenTitelNachname/Firma(formatiert)" w:val="[FETT]Jörg Fischer[/FETT]"/>
    <w:docVar w:name="FLD_Vorgang.Rolle.&lt;Vertreter&gt;.2.VornamenTitelNachname/FirmaGeburtsname" w:val="Jörg Fischer"/>
    <w:docVar w:name="FLD_Vorgang.Rolle.&lt;Vertreter&gt;.2.VornamenTitelNachname/FirmaGeburtsname(formatiert)" w:val="[FETT]Jörg Fischer[/FETT]"/>
    <w:docVar w:name="FLD_Vorgang.Schlussformel" w:val="dem Notar"/>
    <w:docVar w:name="FLD_Vorgang.SteuerIdStringUrkundsbeteiligte" w:val="Notastic GmbH, Auf der Beine 25, 64823 Groß-Umstadt: DE315477869_x000d__x000a_Krämer, Sebastian, * 12.11.1987,  ,  : xxx_x000d__x000a_Amtsgericht Mainz_x000d__x000a_-Grundbuchamt-, Diether-von-Isenburg-Straße 1, 55116 Mainz: bislang nicht mitgeteilt_x000d__x000a_Fischer, Jörg, * 14.11.1972,  ,  : bislang nicht mitgeteilt_x000d__x000a_Meier, Anna, geborene Goldmann, * 08.09.1955, An der Welle 99, 60322 Frankfurt am Main: bislang nicht mitgeteilt"/>
    <w:docVar w:name="FLD_Vorgang.UnterschriftKurz" w:val="Dr. Mustermann_x000d__x000a_Notar_x000d__x000a_"/>
    <w:docVar w:name="FLD_Vorgang.UnterschriftLang" w:val="Dr. Mustermann_x000d__x000a_Notar_x000d__x000a_"/>
    <w:docVar w:name="FLD_Vorgang.URNrDruckformat" w:val="2/2019"/>
    <w:docVar w:name="FLD_Vorgang.URNrDruckformatObervorgang" w:val="1/2020"/>
    <w:docVar w:name="FLD_Vorgang.URNrNurJahr" w:val="2019"/>
    <w:docVar w:name="FLD_Vorgang.URNrNurNotarKuerzel" w:val="   "/>
    <w:docVar w:name="FLD_Vorgang.URNrNurNummer" w:val="2"/>
    <w:docVar w:name="FLD_Vorgang.URNrStandardformat" w:val="2/2019 "/>
    <w:docVar w:name="FLD_Vorgang.URNrStandardformatObervorgang" w:val="1/2020 "/>
    <w:docVar w:name="FLD_VUR_Amtsinhaber_String" w:val="Notar"/>
    <w:docVar w:name="FLD_VUR_Bemerkung" w:val="Test"/>
    <w:docVar w:name="FLD_VUR_Beurkundungsdatum_Kurz_Obervorgang" w:val="17.06.2020"/>
    <w:docVar w:name="FLD_VUR_Beurkundungsdatum_Kurz_Vorgang" w:val="16.07.2019"/>
    <w:docVar w:name="FLD_VUR_Beurkundungsdatum_Lang_Obervorgang" w:val="17. Juni 2020"/>
    <w:docVar w:name="FLD_VUR_Beurkundungsdatum_Lang_Vorgang" w:val="16. Juli 2019"/>
    <w:docVar w:name="FLD_VUR_Rechtsgeschaeft" w:val="Grundschuld mit ZV-Unterwerfung"/>
    <w:docVar w:name="FLD_VUR_Schlussformel" w:val="dem Notar"/>
    <w:docVar w:name="FLD_VUR_SteuerIDString_Urkundsbeteiligte" w:val="Notastic GmbH, Auf der Beine 25, 64823 Groß-Umstadt: DE315477869_x000d__x000a_Krämer, Sebastian, * 12.11.1987,  ,  : xxx_x000d__x000a_Amtsgericht Mainz_x000d__x000a_-Grundbuchamt-, Diether-von-Isenburg-Straße 1, 55116 Mainz: bislang nicht mitgeteilt_x000d__x000a_Fischer, Jörg, * 14.11.1972,  ,  : bislang nicht mitgeteilt_x000d__x000a_Meier, Anna, geborene Goldmann, * 08.09.1955, An der Welle 99, 60322 Frankfurt am Main: bislang nicht mitgeteilt"/>
    <w:docVar w:name="FLD_VUR_Unterschrift_kurz" w:val="Dr. Mustermann_x000d__x000a_Notar_x000d__x000a_"/>
    <w:docVar w:name="FLD_VUR_Unterschrift_lang" w:val="Dr. Mustermann_x000d__x000a_Notar_x000d__x000a_"/>
    <w:docVar w:name="FLD_VUR_URNr" w:val="2/2019"/>
    <w:docVar w:name="FLD_VUR_URNr_Nur_Jahr" w:val="2019"/>
    <w:docVar w:name="FLD_VUR_URNr_Nur_NotarShortCut" w:val="   "/>
    <w:docVar w:name="FLD_VUR_URNr_Nur_Nummer" w:val="2"/>
    <w:docVar w:name="FLD_VUR_URNr_Obervorgang" w:val="1/2020"/>
    <w:docVar w:name="FLD_VUR_URNr_Obervorgang_Standardformat" w:val="1/2020 "/>
    <w:docVar w:name="FLD_VUR_URNr_Standardformat" w:val="2/2019 "/>
    <w:docVar w:name="FLD_VUR_Vorgang_ID" w:val="2"/>
    <w:docVar w:name="FLD_VUR_Vorgangsbezeichnung" w:val="Meier, FinGS zu UR.Nr. 1/2018 zug. COMMERZBANK AG"/>
    <w:docVar w:name="FLD_VZG_Empfaenger_Anrede" w:val="Sehr geehrte Frau Meier,_x000d__x000a_sehr geehrter Herr Krämer,_x000d__x000a__x000d__x000a_"/>
    <w:docVar w:name="FLD_VZG_Empfaenger_Anschriftenfeld" w:val="_x000d__x000a_Frau_x000d__x000a_Anna Meier_x000d__x000a_An der Welle 99_x000d__x000a_60322 Frankfurt am Main_x000d__x000a__x000d__x000a__x000d__x000a_Herrn_x000d__x000a_Sebastian Krämer_x000d__x000a_Auf der Beine 25_x000d__x000a_64823 Groß-Umstadt_x000d__x000a__x000d__x000a_"/>
    <w:docVar w:name="FLD_VZG_Empfaenger_Betreff" w:val="Grundschuld mit ZV-Unterwerfung vom 15. August 2018"/>
    <w:docVar w:name="FLD_VZG_Empfaenger_Schlussformel" w:val="Mit freundlichen Grüßen"/>
    <w:docVar w:name="FLD_VZG_Notar_Unterschrift_kurz" w:val="Dr. Max Mustermann_x000d__x000a_Notar"/>
    <w:docVar w:name="FLD_VZG_Notar_Unterschrift_lang" w:val="Dr. Mustermann_x000d__x000a_Notar_x000d__x000a_"/>
    <w:docVar w:name="FLD_VZG_URNr_Vorgangsbezeichnung" w:val="2/2019 "/>
    <w:docVar w:name="Notastic.Dateiname" w:val="152.doc"/>
    <w:docVar w:name="Notastic.DateinameOhneErweiterung" w:val="152"/>
    <w:docVar w:name="Notastic.VollstaendigerDateiname" w:val="D:\Source\Notastic\Notastic (Access)\notastic_daten\briefe\152.doc"/>
  </w:docVars>
  <w:rsids>
    <w:rsidRoot w:val="005D4B1A"/>
    <w:rsid w:val="00310DD7"/>
    <w:rsid w:val="00340BD3"/>
    <w:rsid w:val="00387617"/>
    <w:rsid w:val="0046196C"/>
    <w:rsid w:val="005A4E0D"/>
    <w:rsid w:val="005D4B1A"/>
    <w:rsid w:val="00792DB1"/>
    <w:rsid w:val="00907394"/>
    <w:rsid w:val="00A02383"/>
    <w:rsid w:val="00BC22D6"/>
    <w:rsid w:val="00DA5D97"/>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9A819"/>
  <w14:defaultImageDpi w14:val="0"/>
  <w15:docId w15:val="{896CE3FE-541C-4A9F-A296-B1310A3B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tabs>
        <w:tab w:val="right" w:pos="8222"/>
      </w:tabs>
      <w:spacing w:before="360" w:line="360" w:lineRule="auto"/>
    </w:pPr>
    <w:rPr>
      <w:rFonts w:ascii="Arial" w:eastAsia="Arial" w:hAnsi="Arial"/>
      <w:sz w:val="24"/>
    </w:rPr>
  </w:style>
  <w:style w:type="paragraph" w:styleId="berschrift1">
    <w:name w:val="heading 1"/>
    <w:basedOn w:val="Standard"/>
    <w:next w:val="Standard"/>
    <w:qFormat/>
    <w:pPr>
      <w:keepNext/>
      <w:numPr>
        <w:numId w:val="1"/>
      </w:numPr>
      <w:spacing w:before="480"/>
      <w:jc w:val="center"/>
      <w:outlineLvl w:val="0"/>
    </w:pPr>
    <w:rPr>
      <w:b/>
      <w:kern w:val="28"/>
    </w:rPr>
  </w:style>
  <w:style w:type="paragraph" w:styleId="berschrift2">
    <w:name w:val="heading 2"/>
    <w:basedOn w:val="Standard"/>
    <w:next w:val="Standard"/>
    <w:qFormat/>
    <w:pPr>
      <w:keepNext/>
      <w:numPr>
        <w:ilvl w:val="1"/>
        <w:numId w:val="1"/>
      </w:numPr>
      <w:spacing w:before="480"/>
      <w:outlineLvl w:val="1"/>
    </w:pPr>
    <w:rPr>
      <w:b/>
      <w:u w:val="single"/>
    </w:rPr>
  </w:style>
  <w:style w:type="paragraph" w:styleId="berschrift3">
    <w:name w:val="heading 3"/>
    <w:basedOn w:val="Standard"/>
    <w:next w:val="Standard"/>
    <w:qFormat/>
    <w:pPr>
      <w:keepNext/>
      <w:numPr>
        <w:ilvl w:val="2"/>
        <w:numId w:val="1"/>
      </w:numPr>
      <w:spacing w:before="240" w:after="60"/>
      <w:outlineLvl w:val="2"/>
    </w:pPr>
    <w:rPr>
      <w:rFonts w:ascii="Times New Roman" w:eastAsia="Times New Roman" w:hAnsi="Times New Roman"/>
      <w:b/>
      <w:vanish/>
      <w:color w:val="FF0000"/>
    </w:rPr>
  </w:style>
  <w:style w:type="paragraph" w:styleId="berschrift4">
    <w:name w:val="heading 4"/>
    <w:basedOn w:val="Standard"/>
    <w:next w:val="Standard"/>
    <w:qFormat/>
    <w:pPr>
      <w:keepNext/>
      <w:numPr>
        <w:ilvl w:val="3"/>
        <w:numId w:val="1"/>
      </w:numPr>
      <w:spacing w:before="240" w:after="60"/>
      <w:outlineLvl w:val="3"/>
    </w:pPr>
    <w:rPr>
      <w:rFonts w:ascii="Times New Roman" w:eastAsia="Times New Roman" w:hAnsi="Times New Roman"/>
      <w:b/>
      <w:color w:val="0000FF"/>
    </w:r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jc w:val="center"/>
    </w:pPr>
  </w:style>
  <w:style w:type="paragraph" w:styleId="Fuzeile">
    <w:name w:val="footer"/>
    <w:basedOn w:val="Standard"/>
    <w:pPr>
      <w:tabs>
        <w:tab w:val="center" w:pos="4536"/>
        <w:tab w:val="right" w:pos="9072"/>
      </w:tabs>
    </w:pPr>
  </w:style>
  <w:style w:type="paragraph" w:customStyle="1" w:styleId="Standard-E3">
    <w:name w:val="Standard-E3"/>
    <w:basedOn w:val="Standard-E2"/>
    <w:pPr>
      <w:tabs>
        <w:tab w:val="clear" w:pos="1134"/>
        <w:tab w:val="left" w:pos="1701"/>
      </w:tabs>
      <w:ind w:left="1701"/>
    </w:pPr>
  </w:style>
  <w:style w:type="paragraph" w:customStyle="1" w:styleId="Standard-E2">
    <w:name w:val="Standard-E2"/>
    <w:basedOn w:val="Standard"/>
    <w:pPr>
      <w:tabs>
        <w:tab w:val="left" w:pos="1134"/>
      </w:tabs>
      <w:ind w:left="1134" w:hanging="567"/>
    </w:pPr>
  </w:style>
  <w:style w:type="paragraph" w:customStyle="1" w:styleId="Standard-E1">
    <w:name w:val="Standard-E1"/>
    <w:basedOn w:val="Standard"/>
    <w:pPr>
      <w:tabs>
        <w:tab w:val="left" w:pos="567"/>
      </w:tabs>
      <w:ind w:left="567" w:hanging="567"/>
    </w:pPr>
  </w:style>
  <w:style w:type="paragraph" w:customStyle="1" w:styleId="Grundstck">
    <w:name w:val="Grundstück"/>
    <w:basedOn w:val="Standard"/>
    <w:pPr>
      <w:tabs>
        <w:tab w:val="left" w:pos="3969"/>
      </w:tabs>
      <w:spacing w:before="0"/>
      <w:ind w:left="3969" w:hanging="3969"/>
    </w:pPr>
  </w:style>
  <w:style w:type="paragraph" w:customStyle="1" w:styleId="Belastung">
    <w:name w:val="Belastung"/>
    <w:basedOn w:val="Standard"/>
    <w:pPr>
      <w:tabs>
        <w:tab w:val="left" w:pos="2835"/>
      </w:tabs>
      <w:ind w:left="2835" w:hanging="2835"/>
    </w:pPr>
  </w:style>
  <w:style w:type="paragraph" w:styleId="Textkrper">
    <w:name w:val="Body Text"/>
    <w:basedOn w:val="Standard"/>
    <w:pPr>
      <w:jc w:val="center"/>
    </w:pPr>
  </w:style>
  <w:style w:type="paragraph" w:customStyle="1" w:styleId="Zentriert">
    <w:name w:val="Zentriert"/>
    <w:basedOn w:val="Standard"/>
    <w:pPr>
      <w:widowControl w:val="0"/>
      <w:tabs>
        <w:tab w:val="clear" w:pos="8222"/>
      </w:tabs>
      <w:spacing w:before="0" w:line="240" w:lineRule="auto"/>
      <w:jc w:val="center"/>
    </w:pPr>
    <w:rPr>
      <w:snapToGrid w:val="0"/>
      <w:sz w:val="22"/>
      <w:lang w:val="en-US"/>
    </w:rPr>
  </w:style>
  <w:style w:type="paragraph" w:customStyle="1" w:styleId="ZentrUnterst">
    <w:name w:val="ZentrUnterst"/>
    <w:basedOn w:val="Standard"/>
    <w:pPr>
      <w:widowControl w:val="0"/>
      <w:tabs>
        <w:tab w:val="clear" w:pos="8222"/>
      </w:tabs>
      <w:spacing w:before="0" w:line="240" w:lineRule="auto"/>
      <w:jc w:val="center"/>
    </w:pPr>
    <w:rPr>
      <w:snapToGrid w:val="0"/>
      <w:color w:val="000000"/>
      <w:sz w:val="22"/>
      <w:u w:val="single"/>
      <w:lang w:val="en-US"/>
    </w:rPr>
  </w:style>
  <w:style w:type="character" w:styleId="Kommentarzeichen">
    <w:name w:val="annotation reference"/>
    <w:rPr>
      <w:sz w:val="16"/>
    </w:rPr>
  </w:style>
  <w:style w:type="paragraph" w:styleId="Kommentartext">
    <w:name w:val="annotation text"/>
    <w:basedOn w:val="Standar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tastic\not-urk.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not-urk.dot</Template>
  <TotalTime>0</TotalTime>
  <Pages>1</Pages>
  <Words>4</Words>
  <Characters>26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Urkundenrolle Nummer 	1/1996 S	/B</vt:lpstr>
    </vt:vector>
  </TitlesOfParts>
  <Company>Aschoff, Döll, Wurzel</Company>
  <LinksUpToDate>false</LinksUpToDate>
  <CharactersWithSpaces>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Urkundenrolle Nummer 	1/1996 S	/B</dc:title>
  <dc:subject/>
  <dc:creator>Fischer</dc:creator>
  <cp:keywords/>
  <cp:lastModifiedBy>Christian Fenzl</cp:lastModifiedBy>
  <cp:revision>5</cp:revision>
  <cp:lastPrinted>1999-05-28T14:29:00Z</cp:lastPrinted>
  <dcterms:created xsi:type="dcterms:W3CDTF">2021-07-02T13:12:00Z</dcterms:created>
  <dcterms:modified xsi:type="dcterms:W3CDTF">2021-07-02T13:17:00Z</dcterms:modified>
</cp:coreProperties>
</file>