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0473" w14:textId="6A7BBBC4" w:rsidR="002E08E1" w:rsidRPr="002E08E1" w:rsidRDefault="002E08E1" w:rsidP="000A4219">
      <w:pPr>
        <w:rPr>
          <w:noProof/>
          <w:color w:val="92D050"/>
        </w:rPr>
      </w:pPr>
      <w:r w:rsidRPr="002E08E1">
        <w:rPr>
          <w:noProof/>
          <w:color w:val="92D050"/>
        </w:rPr>
        <w:t>DocVar „fldText“ is „x“, so „Hello x“ is shown</w:t>
      </w:r>
      <w:r>
        <w:rPr>
          <w:noProof/>
          <w:color w:val="92D050"/>
        </w:rPr>
        <w:t xml:space="preserve"> after </w:t>
      </w:r>
      <w:r w:rsidR="00C62513">
        <w:rPr>
          <w:noProof/>
          <w:color w:val="92D050"/>
        </w:rPr>
        <w:t xml:space="preserve">update and </w:t>
      </w:r>
      <w:r>
        <w:rPr>
          <w:noProof/>
          <w:color w:val="92D050"/>
        </w:rPr>
        <w:t>unlink</w:t>
      </w:r>
      <w:r w:rsidR="009323E9">
        <w:rPr>
          <w:noProof/>
          <w:color w:val="92D050"/>
        </w:rPr>
        <w:t xml:space="preserve"> IF </w:t>
      </w:r>
      <w:r>
        <w:rPr>
          <w:noProof/>
          <w:color w:val="92D050"/>
        </w:rPr>
        <w:t>field</w:t>
      </w:r>
      <w:r w:rsidR="00C62513">
        <w:rPr>
          <w:noProof/>
          <w:color w:val="92D050"/>
        </w:rPr>
        <w:t xml:space="preserve"> (missing ELSE branch)</w:t>
      </w:r>
      <w:r w:rsidRPr="002E08E1">
        <w:rPr>
          <w:noProof/>
          <w:color w:val="92D050"/>
        </w:rPr>
        <w:t>.</w:t>
      </w:r>
    </w:p>
    <w:p w14:paraId="19F9E65D" w14:textId="1800C966" w:rsidR="000A4219" w:rsidRDefault="000A4219" w:rsidP="000A4219">
      <w:pPr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</w:instrText>
      </w:r>
      <w:r>
        <w:instrText xml:space="preserve">IF </w:instrText>
      </w:r>
      <w:r>
        <w:fldChar w:fldCharType="begin"/>
      </w:r>
      <w:r>
        <w:instrText xml:space="preserve"> DOCVARIABLE </w:instrText>
      </w:r>
      <w:r w:rsidR="009F23F0">
        <w:instrText>fldTe</w:instrText>
      </w:r>
      <w:r w:rsidR="00A47069">
        <w:instrText>x</w:instrText>
      </w:r>
      <w:r w:rsidR="009F23F0">
        <w:instrText>t</w:instrText>
      </w:r>
      <w:r>
        <w:instrText xml:space="preserve"> \* lower </w:instrText>
      </w:r>
      <w:r>
        <w:fldChar w:fldCharType="separate"/>
      </w:r>
      <w:r w:rsidR="000774B6">
        <w:instrText>   </w:instrText>
      </w:r>
      <w:r>
        <w:fldChar w:fldCharType="end"/>
      </w:r>
      <w:r>
        <w:instrText>= "</w:instrText>
      </w:r>
      <w:r w:rsidR="009F23F0">
        <w:instrText>x</w:instrText>
      </w:r>
      <w:r>
        <w:instrText>" "</w:instrText>
      </w:r>
      <w:r w:rsidR="009F23F0">
        <w:instrText>Hello x</w:instrText>
      </w:r>
      <w:r>
        <w:instrText>" \* MERGEFORMAT</w:instrText>
      </w:r>
      <w:r>
        <w:rPr>
          <w:noProof/>
        </w:rPr>
        <w:instrText xml:space="preserve"> </w:instrText>
      </w:r>
      <w:r>
        <w:rPr>
          <w:noProof/>
        </w:rPr>
        <w:fldChar w:fldCharType="end"/>
      </w:r>
    </w:p>
    <w:p w14:paraId="3D37D128" w14:textId="27DF2F89" w:rsidR="002E08E1" w:rsidRPr="002E08E1" w:rsidRDefault="002E08E1" w:rsidP="002E08E1">
      <w:pPr>
        <w:rPr>
          <w:noProof/>
          <w:color w:val="FF0000"/>
        </w:rPr>
      </w:pPr>
      <w:r w:rsidRPr="002E08E1">
        <w:rPr>
          <w:noProof/>
          <w:color w:val="FF0000"/>
        </w:rPr>
        <w:t>DocVar „fldText“ is not „y“, „\*</w:t>
      </w:r>
      <w:r w:rsidR="007D0684">
        <w:rPr>
          <w:noProof/>
          <w:color w:val="FF0000"/>
        </w:rPr>
        <w:t xml:space="preserve"> </w:t>
      </w:r>
      <w:r w:rsidRPr="002E08E1">
        <w:rPr>
          <w:noProof/>
          <w:color w:val="FF0000"/>
        </w:rPr>
        <w:t>“ is shown</w:t>
      </w:r>
      <w:r>
        <w:rPr>
          <w:noProof/>
          <w:color w:val="FF0000"/>
        </w:rPr>
        <w:t xml:space="preserve"> after </w:t>
      </w:r>
      <w:r w:rsidR="00C62513">
        <w:rPr>
          <w:noProof/>
          <w:color w:val="FF0000"/>
        </w:rPr>
        <w:t xml:space="preserve">update and </w:t>
      </w:r>
      <w:r>
        <w:rPr>
          <w:noProof/>
          <w:color w:val="FF0000"/>
        </w:rPr>
        <w:t xml:space="preserve">unlink </w:t>
      </w:r>
      <w:r w:rsidR="009323E9">
        <w:rPr>
          <w:noProof/>
          <w:color w:val="FF0000"/>
        </w:rPr>
        <w:t xml:space="preserve">IF </w:t>
      </w:r>
      <w:r>
        <w:rPr>
          <w:noProof/>
          <w:color w:val="FF0000"/>
        </w:rPr>
        <w:t>field</w:t>
      </w:r>
      <w:r w:rsidR="00C62513">
        <w:rPr>
          <w:noProof/>
          <w:color w:val="FF0000"/>
        </w:rPr>
        <w:t xml:space="preserve"> (missing ELSE branch)</w:t>
      </w:r>
      <w:r w:rsidRPr="002E08E1">
        <w:rPr>
          <w:noProof/>
          <w:color w:val="FF0000"/>
        </w:rPr>
        <w:t>!</w:t>
      </w:r>
      <w:r w:rsidR="009323E9">
        <w:rPr>
          <w:noProof/>
          <w:color w:val="FF0000"/>
        </w:rPr>
        <w:br/>
        <w:t xml:space="preserve">Expected empty string „“, which is the case if </w:t>
      </w:r>
      <w:r w:rsidR="00C62513">
        <w:rPr>
          <w:noProof/>
          <w:color w:val="FF0000"/>
        </w:rPr>
        <w:t>done</w:t>
      </w:r>
      <w:r w:rsidR="009323E9">
        <w:rPr>
          <w:noProof/>
          <w:color w:val="FF0000"/>
        </w:rPr>
        <w:t xml:space="preserve"> via MS Word.</w:t>
      </w:r>
    </w:p>
    <w:p w14:paraId="3117A6F5" w14:textId="28ABE565" w:rsidR="009F23F0" w:rsidRDefault="009F23F0" w:rsidP="009F23F0">
      <w:r>
        <w:rPr>
          <w:noProof/>
        </w:rPr>
        <w:fldChar w:fldCharType="begin"/>
      </w:r>
      <w:r>
        <w:rPr>
          <w:noProof/>
        </w:rPr>
        <w:instrText xml:space="preserve"> </w:instrText>
      </w:r>
      <w:r>
        <w:instrText xml:space="preserve">IF </w:instrText>
      </w:r>
      <w:r>
        <w:fldChar w:fldCharType="begin"/>
      </w:r>
      <w:r>
        <w:instrText xml:space="preserve"> DOCVARIABLE fldTe</w:instrText>
      </w:r>
      <w:r w:rsidR="00A47069">
        <w:instrText>x</w:instrText>
      </w:r>
      <w:r>
        <w:instrText xml:space="preserve">t \* lower </w:instrText>
      </w:r>
      <w:r>
        <w:fldChar w:fldCharType="separate"/>
      </w:r>
      <w:r>
        <w:instrText>   </w:instrText>
      </w:r>
      <w:r>
        <w:fldChar w:fldCharType="end"/>
      </w:r>
      <w:r>
        <w:instrText>= "y" "Hello y" \* MERGEFORMAT</w:instrText>
      </w:r>
      <w:r>
        <w:rPr>
          <w:noProof/>
        </w:rPr>
        <w:instrText xml:space="preserve"> </w:instrText>
      </w:r>
      <w:r>
        <w:rPr>
          <w:noProof/>
        </w:rPr>
        <w:fldChar w:fldCharType="end"/>
      </w:r>
    </w:p>
    <w:p w14:paraId="64A5360E" w14:textId="77777777" w:rsidR="009F23F0" w:rsidRDefault="009F23F0" w:rsidP="000A4219"/>
    <w:sectPr w:rsidR="009F23F0" w:rsidSect="009E3BAC">
      <w:headerReference w:type="default" r:id="rId8"/>
      <w:pgSz w:w="11906" w:h="16838" w:code="9"/>
      <w:pgMar w:top="1701" w:right="1701" w:bottom="1701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8C301" w14:textId="77777777" w:rsidR="00C706F8" w:rsidRDefault="00C706F8" w:rsidP="00752A77">
      <w:pPr>
        <w:spacing w:after="0" w:line="240" w:lineRule="auto"/>
      </w:pPr>
      <w:r>
        <w:separator/>
      </w:r>
    </w:p>
    <w:p w14:paraId="7C2DD3E7" w14:textId="77777777" w:rsidR="00C706F8" w:rsidRDefault="00C706F8"/>
  </w:endnote>
  <w:endnote w:type="continuationSeparator" w:id="0">
    <w:p w14:paraId="4D65B5AA" w14:textId="77777777" w:rsidR="00C706F8" w:rsidRDefault="00C706F8" w:rsidP="00752A77">
      <w:pPr>
        <w:spacing w:after="0" w:line="240" w:lineRule="auto"/>
      </w:pPr>
      <w:r>
        <w:continuationSeparator/>
      </w:r>
    </w:p>
    <w:p w14:paraId="51F7066F" w14:textId="77777777" w:rsidR="00C706F8" w:rsidRDefault="00C706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967B2" w14:textId="77777777" w:rsidR="00C706F8" w:rsidRDefault="00C706F8" w:rsidP="00752A77">
      <w:pPr>
        <w:spacing w:after="0" w:line="240" w:lineRule="auto"/>
      </w:pPr>
      <w:r>
        <w:separator/>
      </w:r>
    </w:p>
    <w:p w14:paraId="104BDF00" w14:textId="77777777" w:rsidR="00C706F8" w:rsidRDefault="00C706F8"/>
  </w:footnote>
  <w:footnote w:type="continuationSeparator" w:id="0">
    <w:p w14:paraId="01103D2B" w14:textId="77777777" w:rsidR="00C706F8" w:rsidRDefault="00C706F8" w:rsidP="00752A77">
      <w:pPr>
        <w:spacing w:after="0" w:line="240" w:lineRule="auto"/>
      </w:pPr>
      <w:r>
        <w:continuationSeparator/>
      </w:r>
    </w:p>
    <w:p w14:paraId="67075909" w14:textId="77777777" w:rsidR="00C706F8" w:rsidRDefault="00C706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7E40E" w14:textId="77777777" w:rsidR="00A730D0" w:rsidRDefault="00A730D0" w:rsidP="006A0332">
    <w:pPr>
      <w:pStyle w:val="Kopfzeile"/>
    </w:pPr>
    <w:r>
      <w:fldChar w:fldCharType="begin"/>
    </w:r>
    <w:r>
      <w:instrText xml:space="preserve"> PAGE  \* ArabicDash  \* MERGEFORMAT </w:instrText>
    </w:r>
    <w:r>
      <w:fldChar w:fldCharType="separate"/>
    </w:r>
    <w:r w:rsidR="000774B6">
      <w:rPr>
        <w:noProof/>
      </w:rPr>
      <w:t>- 2 -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6420B3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47EBD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65A6532"/>
    <w:multiLevelType w:val="multilevel"/>
    <w:tmpl w:val="659C8FCA"/>
    <w:styleLink w:val="Bullet-Gliederung"/>
    <w:lvl w:ilvl="0">
      <w:start w:val="1"/>
      <w:numFmt w:val="bullet"/>
      <w:pStyle w:val="Gedankenstrich0cm"/>
      <w:lvlText w:val="–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bullet"/>
      <w:pStyle w:val="Gedankenstrich1cm"/>
      <w:lvlText w:val="–"/>
      <w:lvlJc w:val="left"/>
      <w:pPr>
        <w:ind w:left="851" w:hanging="284"/>
      </w:pPr>
      <w:rPr>
        <w:rFonts w:ascii="Arial" w:hAnsi="Arial" w:hint="default"/>
      </w:rPr>
    </w:lvl>
    <w:lvl w:ilvl="2">
      <w:start w:val="1"/>
      <w:numFmt w:val="bullet"/>
      <w:pStyle w:val="Gedankenstrich2cm"/>
      <w:lvlText w:val="–"/>
      <w:lvlJc w:val="left"/>
      <w:pPr>
        <w:ind w:left="1418" w:hanging="284"/>
      </w:pPr>
      <w:rPr>
        <w:rFonts w:ascii="Arial" w:hAnsi="Arial" w:hint="default"/>
      </w:rPr>
    </w:lvl>
    <w:lvl w:ilvl="3">
      <w:start w:val="1"/>
      <w:numFmt w:val="bullet"/>
      <w:pStyle w:val="Gedankenstrich3cm"/>
      <w:lvlText w:val="–"/>
      <w:lvlJc w:val="left"/>
      <w:pPr>
        <w:ind w:left="1985" w:hanging="284"/>
      </w:pPr>
      <w:rPr>
        <w:rFonts w:ascii="Arial" w:hAnsi="Arial" w:hint="default"/>
      </w:rPr>
    </w:lvl>
    <w:lvl w:ilvl="4">
      <w:start w:val="1"/>
      <w:numFmt w:val="bullet"/>
      <w:pStyle w:val="Gedankenstrich4cm"/>
      <w:lvlText w:val="–"/>
      <w:lvlJc w:val="left"/>
      <w:pPr>
        <w:ind w:left="2552" w:hanging="284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8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ind w:left="851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ind w:left="1418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ind w:left="1985" w:hanging="284"/>
      </w:pPr>
      <w:rPr>
        <w:rFonts w:ascii="Calibri" w:hAnsi="Calibri" w:hint="default"/>
      </w:rPr>
    </w:lvl>
  </w:abstractNum>
  <w:abstractNum w:abstractNumId="3" w15:restartNumberingAfterBreak="0">
    <w:nsid w:val="093603A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5F752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2642C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24164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BDA7E7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35615E3"/>
    <w:multiLevelType w:val="multilevel"/>
    <w:tmpl w:val="E564E8C6"/>
    <w:name w:val="U-A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ind w:left="1134" w:hanging="567"/>
      </w:pPr>
      <w:rPr>
        <w:rFonts w:hint="default"/>
      </w:rPr>
    </w:lvl>
    <w:lvl w:ilvl="2">
      <w:start w:val="27"/>
      <w:numFmt w:val="lowerLetter"/>
      <w:lvlRestart w:val="0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Restart w:val="0"/>
      <w:pStyle w:val="Nummeriert4cm"/>
      <w:lvlText w:val="(%4)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Restart w:val="0"/>
      <w:lvlText w:val="(%5)"/>
      <w:lvlJc w:val="left"/>
      <w:pPr>
        <w:ind w:left="2835" w:hanging="567"/>
      </w:pPr>
      <w:rPr>
        <w:rFonts w:hint="default"/>
      </w:rPr>
    </w:lvl>
    <w:lvl w:ilvl="5">
      <w:start w:val="27"/>
      <w:numFmt w:val="lowerLetter"/>
      <w:lvlRestart w:val="0"/>
      <w:lvlText w:val="(%6)"/>
      <w:lvlJc w:val="left"/>
      <w:pPr>
        <w:ind w:left="3402" w:hanging="567"/>
      </w:pPr>
      <w:rPr>
        <w:rFonts w:hint="default"/>
      </w:rPr>
    </w:lvl>
    <w:lvl w:ilvl="6">
      <w:start w:val="1"/>
      <w:numFmt w:val="bullet"/>
      <w:lvlRestart w:val="0"/>
      <w:lvlText w:val=""/>
      <w:lvlJc w:val="left"/>
      <w:pPr>
        <w:ind w:left="1134" w:hanging="567"/>
      </w:pPr>
      <w:rPr>
        <w:rFonts w:ascii="Symbol" w:hAnsi="Symbol" w:hint="default"/>
      </w:rPr>
    </w:lvl>
    <w:lvl w:ilvl="7">
      <w:start w:val="1"/>
      <w:numFmt w:val="bullet"/>
      <w:lvlRestart w:val="0"/>
      <w:lvlText w:val=""/>
      <w:lvlJc w:val="left"/>
      <w:pPr>
        <w:ind w:left="1701" w:hanging="567"/>
      </w:pPr>
      <w:rPr>
        <w:rFonts w:ascii="Symbol" w:hAnsi="Symbol" w:hint="default"/>
      </w:rPr>
    </w:lvl>
    <w:lvl w:ilvl="8">
      <w:start w:val="1"/>
      <w:numFmt w:val="bullet"/>
      <w:lvlRestart w:val="0"/>
      <w:lvlText w:val=""/>
      <w:lvlJc w:val="left"/>
      <w:pPr>
        <w:ind w:left="2268" w:hanging="567"/>
      </w:pPr>
      <w:rPr>
        <w:rFonts w:ascii="Symbol" w:hAnsi="Symbol" w:hint="default"/>
      </w:rPr>
    </w:lvl>
  </w:abstractNum>
  <w:abstractNum w:abstractNumId="9" w15:restartNumberingAfterBreak="0">
    <w:nsid w:val="3DB7686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2E01A97"/>
    <w:multiLevelType w:val="multilevel"/>
    <w:tmpl w:val="2D486782"/>
    <w:styleLink w:val="Urkundenberschriften-A"/>
    <w:lvl w:ilvl="0">
      <w:start w:val="1"/>
      <w:numFmt w:val="upperLetter"/>
      <w:pStyle w:val="berschrift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berschrift2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space"/>
      <w:lvlText w:val="§ 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Restart w:val="3"/>
      <w:pStyle w:val="Nummeriert1cm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Letter"/>
      <w:lvlRestart w:val="4"/>
      <w:pStyle w:val="berschrift5"/>
      <w:lvlText w:val="%6)"/>
      <w:lvlJc w:val="left"/>
      <w:pPr>
        <w:ind w:left="1134" w:hanging="567"/>
      </w:pPr>
      <w:rPr>
        <w:rFonts w:hint="default"/>
      </w:rPr>
    </w:lvl>
    <w:lvl w:ilvl="6">
      <w:start w:val="1"/>
      <w:numFmt w:val="lowerLetter"/>
      <w:lvlRestart w:val="4"/>
      <w:pStyle w:val="Nummeriert2cm"/>
      <w:lvlText w:val="%7)"/>
      <w:lvlJc w:val="left"/>
      <w:pPr>
        <w:ind w:left="1134" w:hanging="567"/>
      </w:pPr>
      <w:rPr>
        <w:rFonts w:hint="default"/>
      </w:rPr>
    </w:lvl>
    <w:lvl w:ilvl="7">
      <w:start w:val="27"/>
      <w:numFmt w:val="lowerLetter"/>
      <w:lvlRestart w:val="6"/>
      <w:pStyle w:val="berschrift6"/>
      <w:lvlText w:val="%8)"/>
      <w:lvlJc w:val="left"/>
      <w:pPr>
        <w:ind w:left="1701" w:hanging="567"/>
      </w:pPr>
      <w:rPr>
        <w:rFonts w:hint="default"/>
      </w:rPr>
    </w:lvl>
    <w:lvl w:ilvl="8">
      <w:start w:val="27"/>
      <w:numFmt w:val="lowerLetter"/>
      <w:lvlRestart w:val="6"/>
      <w:pStyle w:val="Nummeriert3cm"/>
      <w:lvlText w:val="%9)"/>
      <w:lvlJc w:val="left"/>
      <w:pPr>
        <w:ind w:left="1701" w:hanging="567"/>
      </w:pPr>
      <w:rPr>
        <w:rFonts w:hint="default"/>
      </w:rPr>
    </w:lvl>
  </w:abstractNum>
  <w:abstractNum w:abstractNumId="11" w15:restartNumberingAfterBreak="0">
    <w:nsid w:val="545D413A"/>
    <w:multiLevelType w:val="multilevel"/>
    <w:tmpl w:val="7C9CCF28"/>
    <w:name w:val="Urk-B"/>
    <w:styleLink w:val="Urkundenberschriften-B"/>
    <w:lvl w:ilvl="0">
      <w:start w:val="1"/>
      <w:numFmt w:val="upperLetter"/>
      <w:pStyle w:val="berschriftenglisch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berschriftenglisch2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erschriftenglisch3"/>
      <w:suff w:val="space"/>
      <w:lvlText w:val="§ 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berschriftenglisch4"/>
      <w:lvlText w:val="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Restart w:val="3"/>
      <w:pStyle w:val="Nummeriert1cmenglisch"/>
      <w:lvlText w:val="%5."/>
      <w:lvlJc w:val="left"/>
      <w:pPr>
        <w:ind w:left="567" w:hanging="567"/>
      </w:pPr>
      <w:rPr>
        <w:rFonts w:hint="default"/>
      </w:rPr>
    </w:lvl>
    <w:lvl w:ilvl="5">
      <w:start w:val="1"/>
      <w:numFmt w:val="lowerLetter"/>
      <w:lvlRestart w:val="4"/>
      <w:pStyle w:val="berschriftenglisch5"/>
      <w:lvlText w:val="%6)"/>
      <w:lvlJc w:val="left"/>
      <w:pPr>
        <w:ind w:left="1134" w:hanging="567"/>
      </w:pPr>
      <w:rPr>
        <w:rFonts w:hint="default"/>
      </w:rPr>
    </w:lvl>
    <w:lvl w:ilvl="6">
      <w:start w:val="1"/>
      <w:numFmt w:val="lowerLetter"/>
      <w:lvlRestart w:val="4"/>
      <w:pStyle w:val="Nummeriert2cmenglisch"/>
      <w:lvlText w:val="%7)"/>
      <w:lvlJc w:val="left"/>
      <w:pPr>
        <w:ind w:left="1134" w:hanging="567"/>
      </w:pPr>
      <w:rPr>
        <w:rFonts w:hint="default"/>
      </w:rPr>
    </w:lvl>
    <w:lvl w:ilvl="7">
      <w:start w:val="27"/>
      <w:numFmt w:val="lowerLetter"/>
      <w:lvlRestart w:val="6"/>
      <w:pStyle w:val="berschriftenglisch6"/>
      <w:lvlText w:val="%8)"/>
      <w:lvlJc w:val="left"/>
      <w:pPr>
        <w:ind w:left="1701" w:hanging="567"/>
      </w:pPr>
      <w:rPr>
        <w:rFonts w:hint="default"/>
      </w:rPr>
    </w:lvl>
    <w:lvl w:ilvl="8">
      <w:start w:val="27"/>
      <w:numFmt w:val="lowerLetter"/>
      <w:pStyle w:val="Nummeriert3cmenglisch"/>
      <w:lvlText w:val="%9)"/>
      <w:lvlJc w:val="left"/>
      <w:pPr>
        <w:ind w:left="1701" w:hanging="567"/>
      </w:pPr>
      <w:rPr>
        <w:rFonts w:hint="default"/>
      </w:rPr>
    </w:lvl>
  </w:abstractNum>
  <w:abstractNum w:abstractNumId="12" w15:restartNumberingAfterBreak="0">
    <w:nsid w:val="6C1E13E5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73A8424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B83E4C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0"/>
  </w:num>
  <w:num w:numId="2">
    <w:abstractNumId w:val="11"/>
  </w:num>
  <w:num w:numId="3">
    <w:abstractNumId w:val="10"/>
  </w:num>
  <w:num w:numId="4">
    <w:abstractNumId w:val="8"/>
  </w:num>
  <w:num w:numId="5">
    <w:abstractNumId w:val="11"/>
  </w:num>
  <w:num w:numId="6">
    <w:abstractNumId w:val="2"/>
  </w:num>
  <w:num w:numId="7">
    <w:abstractNumId w:val="1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5"/>
  </w:num>
  <w:num w:numId="15">
    <w:abstractNumId w:val="9"/>
  </w:num>
  <w:num w:numId="16">
    <w:abstractNumId w:val="0"/>
  </w:num>
  <w:num w:numId="17">
    <w:abstractNumId w:val="7"/>
  </w:num>
  <w:num w:numId="18">
    <w:abstractNumId w:val="14"/>
  </w:num>
  <w:num w:numId="19">
    <w:abstractNumId w:val="3"/>
  </w:num>
  <w:num w:numId="20">
    <w:abstractNumId w:val="4"/>
  </w:num>
  <w:num w:numId="21">
    <w:abstractNumId w:val="13"/>
  </w:num>
  <w:num w:numId="22">
    <w:abstractNumId w:val="6"/>
  </w:num>
  <w:num w:numId="23">
    <w:abstractNumId w:val="12"/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>
      <w:startOverride w:val="27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linkStyles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LockTheme/>
  <w:styleLockQFSet/>
  <w:defaultTabStop w:val="567"/>
  <w:autoHyphenation/>
  <w:consecutiveHyphenLimit w:val="3"/>
  <w:hyphenationZone w:val="567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wpJustification/>
    <w:noExtraLineSpacing/>
    <w:doNotExpandShiftReturn/>
    <w:suppressBottomSpacing/>
    <w:suppressSpBfAfterPgBrk/>
    <w:noSpaceRaiseLower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fldText" w:val="x"/>
  </w:docVars>
  <w:rsids>
    <w:rsidRoot w:val="00FF3603"/>
    <w:rsid w:val="000255B8"/>
    <w:rsid w:val="00073A2D"/>
    <w:rsid w:val="000774B6"/>
    <w:rsid w:val="00087719"/>
    <w:rsid w:val="000A4219"/>
    <w:rsid w:val="000B235F"/>
    <w:rsid w:val="000B66E2"/>
    <w:rsid w:val="000C035E"/>
    <w:rsid w:val="000D3299"/>
    <w:rsid w:val="000D664B"/>
    <w:rsid w:val="00101FA0"/>
    <w:rsid w:val="00103ADB"/>
    <w:rsid w:val="001100A6"/>
    <w:rsid w:val="00110786"/>
    <w:rsid w:val="00126797"/>
    <w:rsid w:val="00130227"/>
    <w:rsid w:val="0015557C"/>
    <w:rsid w:val="00157CE8"/>
    <w:rsid w:val="0016049B"/>
    <w:rsid w:val="001604C3"/>
    <w:rsid w:val="00177097"/>
    <w:rsid w:val="0017771E"/>
    <w:rsid w:val="001864A9"/>
    <w:rsid w:val="001A41CA"/>
    <w:rsid w:val="001A4988"/>
    <w:rsid w:val="001C607C"/>
    <w:rsid w:val="001C6135"/>
    <w:rsid w:val="001C6627"/>
    <w:rsid w:val="001E3FD3"/>
    <w:rsid w:val="001F3B37"/>
    <w:rsid w:val="001F4AB3"/>
    <w:rsid w:val="001F65E8"/>
    <w:rsid w:val="001F7A4E"/>
    <w:rsid w:val="00205109"/>
    <w:rsid w:val="00211EA1"/>
    <w:rsid w:val="00220701"/>
    <w:rsid w:val="002253AD"/>
    <w:rsid w:val="00236C12"/>
    <w:rsid w:val="0026515F"/>
    <w:rsid w:val="00277EE7"/>
    <w:rsid w:val="0028525D"/>
    <w:rsid w:val="002902A0"/>
    <w:rsid w:val="002C4850"/>
    <w:rsid w:val="002E08E1"/>
    <w:rsid w:val="002F2738"/>
    <w:rsid w:val="002F436A"/>
    <w:rsid w:val="00300FB0"/>
    <w:rsid w:val="00307DC3"/>
    <w:rsid w:val="00317601"/>
    <w:rsid w:val="00322C75"/>
    <w:rsid w:val="00331344"/>
    <w:rsid w:val="00334E12"/>
    <w:rsid w:val="00350E49"/>
    <w:rsid w:val="00351626"/>
    <w:rsid w:val="00354E8F"/>
    <w:rsid w:val="00357ADD"/>
    <w:rsid w:val="00367EA0"/>
    <w:rsid w:val="0037179F"/>
    <w:rsid w:val="003741E6"/>
    <w:rsid w:val="003744E7"/>
    <w:rsid w:val="0039395C"/>
    <w:rsid w:val="003972CB"/>
    <w:rsid w:val="003A5D53"/>
    <w:rsid w:val="003A6276"/>
    <w:rsid w:val="003C1E17"/>
    <w:rsid w:val="003D01DE"/>
    <w:rsid w:val="003D73C4"/>
    <w:rsid w:val="003E0279"/>
    <w:rsid w:val="00412D6A"/>
    <w:rsid w:val="0041340F"/>
    <w:rsid w:val="00420805"/>
    <w:rsid w:val="0042191D"/>
    <w:rsid w:val="0042725D"/>
    <w:rsid w:val="00430EEF"/>
    <w:rsid w:val="00432C27"/>
    <w:rsid w:val="00432F82"/>
    <w:rsid w:val="004335ED"/>
    <w:rsid w:val="0043758F"/>
    <w:rsid w:val="00450D32"/>
    <w:rsid w:val="00451BF5"/>
    <w:rsid w:val="004531C7"/>
    <w:rsid w:val="00460BE8"/>
    <w:rsid w:val="00461EAC"/>
    <w:rsid w:val="0046341C"/>
    <w:rsid w:val="00464B9A"/>
    <w:rsid w:val="004666CD"/>
    <w:rsid w:val="0047123B"/>
    <w:rsid w:val="00475C00"/>
    <w:rsid w:val="004819E3"/>
    <w:rsid w:val="00482CBF"/>
    <w:rsid w:val="00486784"/>
    <w:rsid w:val="004A3E6A"/>
    <w:rsid w:val="004A7D14"/>
    <w:rsid w:val="004B3637"/>
    <w:rsid w:val="004B539B"/>
    <w:rsid w:val="004D29C3"/>
    <w:rsid w:val="004D2F36"/>
    <w:rsid w:val="004E01F6"/>
    <w:rsid w:val="004E0F8B"/>
    <w:rsid w:val="004F2BD5"/>
    <w:rsid w:val="00503560"/>
    <w:rsid w:val="00503DA6"/>
    <w:rsid w:val="00521C93"/>
    <w:rsid w:val="005262C0"/>
    <w:rsid w:val="00526D8A"/>
    <w:rsid w:val="00533C7E"/>
    <w:rsid w:val="00556FF9"/>
    <w:rsid w:val="00562212"/>
    <w:rsid w:val="005757A7"/>
    <w:rsid w:val="0058651D"/>
    <w:rsid w:val="00592B0B"/>
    <w:rsid w:val="0059344F"/>
    <w:rsid w:val="005A72CD"/>
    <w:rsid w:val="005C00CC"/>
    <w:rsid w:val="005C194E"/>
    <w:rsid w:val="005C4A2B"/>
    <w:rsid w:val="005C51DD"/>
    <w:rsid w:val="005D1051"/>
    <w:rsid w:val="005E0B88"/>
    <w:rsid w:val="005E3B69"/>
    <w:rsid w:val="006003A8"/>
    <w:rsid w:val="006041FE"/>
    <w:rsid w:val="00614D2B"/>
    <w:rsid w:val="00617B17"/>
    <w:rsid w:val="006263CF"/>
    <w:rsid w:val="00627097"/>
    <w:rsid w:val="006309DB"/>
    <w:rsid w:val="00637059"/>
    <w:rsid w:val="0065016A"/>
    <w:rsid w:val="006512F9"/>
    <w:rsid w:val="006573E2"/>
    <w:rsid w:val="006643A9"/>
    <w:rsid w:val="00664AB2"/>
    <w:rsid w:val="00694C5A"/>
    <w:rsid w:val="006A0332"/>
    <w:rsid w:val="006A7E89"/>
    <w:rsid w:val="006B2015"/>
    <w:rsid w:val="006C3348"/>
    <w:rsid w:val="006D4B4A"/>
    <w:rsid w:val="006D7DB8"/>
    <w:rsid w:val="006E6DBA"/>
    <w:rsid w:val="006E7446"/>
    <w:rsid w:val="006F3000"/>
    <w:rsid w:val="006F4232"/>
    <w:rsid w:val="006F4818"/>
    <w:rsid w:val="006F7A79"/>
    <w:rsid w:val="007048AE"/>
    <w:rsid w:val="007063EE"/>
    <w:rsid w:val="007119DB"/>
    <w:rsid w:val="007250B8"/>
    <w:rsid w:val="00750B65"/>
    <w:rsid w:val="00752A77"/>
    <w:rsid w:val="00756E22"/>
    <w:rsid w:val="00757A24"/>
    <w:rsid w:val="00776945"/>
    <w:rsid w:val="0078122F"/>
    <w:rsid w:val="00797328"/>
    <w:rsid w:val="007A11C5"/>
    <w:rsid w:val="007A7671"/>
    <w:rsid w:val="007C464E"/>
    <w:rsid w:val="007D0684"/>
    <w:rsid w:val="007D400A"/>
    <w:rsid w:val="007E1026"/>
    <w:rsid w:val="007E3E12"/>
    <w:rsid w:val="0080425B"/>
    <w:rsid w:val="00814F9A"/>
    <w:rsid w:val="00827089"/>
    <w:rsid w:val="00830CC5"/>
    <w:rsid w:val="008320BE"/>
    <w:rsid w:val="00843213"/>
    <w:rsid w:val="0084607E"/>
    <w:rsid w:val="00855F93"/>
    <w:rsid w:val="00856B72"/>
    <w:rsid w:val="00856F95"/>
    <w:rsid w:val="00860B62"/>
    <w:rsid w:val="0086418E"/>
    <w:rsid w:val="0086465B"/>
    <w:rsid w:val="00864ABF"/>
    <w:rsid w:val="00885A03"/>
    <w:rsid w:val="00887EE5"/>
    <w:rsid w:val="00891145"/>
    <w:rsid w:val="008940CB"/>
    <w:rsid w:val="008D638E"/>
    <w:rsid w:val="008F2AF8"/>
    <w:rsid w:val="00900764"/>
    <w:rsid w:val="00901BAD"/>
    <w:rsid w:val="00904875"/>
    <w:rsid w:val="009323E9"/>
    <w:rsid w:val="00950BF9"/>
    <w:rsid w:val="0096175C"/>
    <w:rsid w:val="00962EC5"/>
    <w:rsid w:val="00975B38"/>
    <w:rsid w:val="00982247"/>
    <w:rsid w:val="009A5350"/>
    <w:rsid w:val="009D6597"/>
    <w:rsid w:val="009E1C4F"/>
    <w:rsid w:val="009E21ED"/>
    <w:rsid w:val="009E3BAC"/>
    <w:rsid w:val="009F23F0"/>
    <w:rsid w:val="009F7A46"/>
    <w:rsid w:val="00A060DD"/>
    <w:rsid w:val="00A10806"/>
    <w:rsid w:val="00A12851"/>
    <w:rsid w:val="00A15614"/>
    <w:rsid w:val="00A21D17"/>
    <w:rsid w:val="00A23751"/>
    <w:rsid w:val="00A338C0"/>
    <w:rsid w:val="00A3428E"/>
    <w:rsid w:val="00A4686F"/>
    <w:rsid w:val="00A47069"/>
    <w:rsid w:val="00A57033"/>
    <w:rsid w:val="00A64B08"/>
    <w:rsid w:val="00A730D0"/>
    <w:rsid w:val="00A8531E"/>
    <w:rsid w:val="00A92860"/>
    <w:rsid w:val="00AA0BAA"/>
    <w:rsid w:val="00AA78AA"/>
    <w:rsid w:val="00AB5BA5"/>
    <w:rsid w:val="00AB62B3"/>
    <w:rsid w:val="00AD0BB2"/>
    <w:rsid w:val="00AE0583"/>
    <w:rsid w:val="00AE21D3"/>
    <w:rsid w:val="00AE4E6F"/>
    <w:rsid w:val="00AE7C19"/>
    <w:rsid w:val="00AF45E0"/>
    <w:rsid w:val="00B1027F"/>
    <w:rsid w:val="00B1156A"/>
    <w:rsid w:val="00B34754"/>
    <w:rsid w:val="00B348A2"/>
    <w:rsid w:val="00B3621A"/>
    <w:rsid w:val="00B532FB"/>
    <w:rsid w:val="00B55BA8"/>
    <w:rsid w:val="00B55FC3"/>
    <w:rsid w:val="00B6468B"/>
    <w:rsid w:val="00B66765"/>
    <w:rsid w:val="00B80E18"/>
    <w:rsid w:val="00B85D77"/>
    <w:rsid w:val="00B94FE0"/>
    <w:rsid w:val="00BA64BB"/>
    <w:rsid w:val="00BB0253"/>
    <w:rsid w:val="00BB4073"/>
    <w:rsid w:val="00BB60E7"/>
    <w:rsid w:val="00BD3F34"/>
    <w:rsid w:val="00BE6C1F"/>
    <w:rsid w:val="00C009C5"/>
    <w:rsid w:val="00C0533D"/>
    <w:rsid w:val="00C200D3"/>
    <w:rsid w:val="00C36903"/>
    <w:rsid w:val="00C405CA"/>
    <w:rsid w:val="00C54ED0"/>
    <w:rsid w:val="00C56038"/>
    <w:rsid w:val="00C62513"/>
    <w:rsid w:val="00C63CA3"/>
    <w:rsid w:val="00C706F8"/>
    <w:rsid w:val="00C8467F"/>
    <w:rsid w:val="00C93E52"/>
    <w:rsid w:val="00CA75F1"/>
    <w:rsid w:val="00CB72E1"/>
    <w:rsid w:val="00CB770C"/>
    <w:rsid w:val="00CD34DC"/>
    <w:rsid w:val="00CE2D7F"/>
    <w:rsid w:val="00CE7F83"/>
    <w:rsid w:val="00CF3003"/>
    <w:rsid w:val="00CF5F8B"/>
    <w:rsid w:val="00CF7C77"/>
    <w:rsid w:val="00D03277"/>
    <w:rsid w:val="00D21C72"/>
    <w:rsid w:val="00D2476D"/>
    <w:rsid w:val="00D4784B"/>
    <w:rsid w:val="00D6132B"/>
    <w:rsid w:val="00D74B09"/>
    <w:rsid w:val="00D7698B"/>
    <w:rsid w:val="00D846DC"/>
    <w:rsid w:val="00D906F6"/>
    <w:rsid w:val="00D972D0"/>
    <w:rsid w:val="00DA0CC1"/>
    <w:rsid w:val="00DA4C14"/>
    <w:rsid w:val="00DA60DF"/>
    <w:rsid w:val="00DB5461"/>
    <w:rsid w:val="00DB7C02"/>
    <w:rsid w:val="00DC2FFB"/>
    <w:rsid w:val="00DC5C04"/>
    <w:rsid w:val="00DC5D32"/>
    <w:rsid w:val="00DD744B"/>
    <w:rsid w:val="00DF1311"/>
    <w:rsid w:val="00DF7B86"/>
    <w:rsid w:val="00DF7C6D"/>
    <w:rsid w:val="00E03438"/>
    <w:rsid w:val="00E123C1"/>
    <w:rsid w:val="00E127A9"/>
    <w:rsid w:val="00E20D86"/>
    <w:rsid w:val="00E21089"/>
    <w:rsid w:val="00E21962"/>
    <w:rsid w:val="00E23F04"/>
    <w:rsid w:val="00E25231"/>
    <w:rsid w:val="00E47494"/>
    <w:rsid w:val="00E47C71"/>
    <w:rsid w:val="00E51A4A"/>
    <w:rsid w:val="00E53314"/>
    <w:rsid w:val="00E535AA"/>
    <w:rsid w:val="00E54BFB"/>
    <w:rsid w:val="00E629F6"/>
    <w:rsid w:val="00E77155"/>
    <w:rsid w:val="00E83780"/>
    <w:rsid w:val="00EA06CB"/>
    <w:rsid w:val="00EA0717"/>
    <w:rsid w:val="00EA0F33"/>
    <w:rsid w:val="00EA632C"/>
    <w:rsid w:val="00EA6880"/>
    <w:rsid w:val="00EB50F2"/>
    <w:rsid w:val="00EC2D12"/>
    <w:rsid w:val="00EC55A6"/>
    <w:rsid w:val="00EE44CB"/>
    <w:rsid w:val="00EF3399"/>
    <w:rsid w:val="00F049F5"/>
    <w:rsid w:val="00F30A18"/>
    <w:rsid w:val="00F447B7"/>
    <w:rsid w:val="00F5197F"/>
    <w:rsid w:val="00F55221"/>
    <w:rsid w:val="00F56276"/>
    <w:rsid w:val="00F60B62"/>
    <w:rsid w:val="00F91320"/>
    <w:rsid w:val="00FA4273"/>
    <w:rsid w:val="00FA4C8D"/>
    <w:rsid w:val="00FC3A77"/>
    <w:rsid w:val="00FD1954"/>
    <w:rsid w:val="00FE03A7"/>
    <w:rsid w:val="00FF3603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BBCB7C"/>
  <w15:docId w15:val="{1B95BDE7-CFAF-4FF4-ACED-3CDF5E43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kern w:val="16"/>
        <w:sz w:val="22"/>
        <w:szCs w:val="22"/>
        <w:lang w:val="de-DE" w:eastAsia="de-DE" w:bidi="ar-SA"/>
      </w:rPr>
    </w:rPrDefault>
    <w:pPrDefault>
      <w:pPr>
        <w:spacing w:line="300" w:lineRule="exact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49" w:unhideWhenUsed="1"/>
    <w:lsdException w:name="toc 2" w:locked="0" w:semiHidden="1" w:uiPriority="49" w:unhideWhenUsed="1"/>
    <w:lsdException w:name="toc 3" w:locked="0" w:semiHidden="1" w:uiPriority="49" w:unhideWhenUsed="1"/>
    <w:lsdException w:name="toc 4" w:locked="0" w:semiHidden="1" w:uiPriority="49" w:unhideWhenUsed="1"/>
    <w:lsdException w:name="toc 5" w:locked="0" w:semiHidden="1" w:uiPriority="49" w:unhideWhenUsed="1"/>
    <w:lsdException w:name="toc 6" w:locked="0" w:semiHidden="1" w:uiPriority="49" w:unhideWhenUsed="1"/>
    <w:lsdException w:name="toc 7" w:locked="0" w:semiHidden="1" w:uiPriority="49" w:unhideWhenUsed="1"/>
    <w:lsdException w:name="toc 8" w:semiHidden="1" w:uiPriority="49" w:unhideWhenUsed="1"/>
    <w:lsdException w:name="toc 9" w:semiHidden="1" w:uiPriority="4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89" w:unhideWhenUsed="1"/>
    <w:lsdException w:name="footer" w:semiHidden="1" w:uiPriority="89" w:unhideWhenUsed="1"/>
    <w:lsdException w:name="index heading" w:semiHidden="1" w:unhideWhenUsed="1"/>
    <w:lsdException w:name="caption" w:semiHidden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/>
    <w:lsdException w:name="Light List" w:uiPriority="61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locked="0" w:semiHidden="1" w:uiPriority="4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Standard">
    <w:name w:val="Normal"/>
    <w:qFormat/>
    <w:rsid w:val="000774B6"/>
    <w:pPr>
      <w:spacing w:after="300"/>
      <w:jc w:val="both"/>
    </w:pPr>
  </w:style>
  <w:style w:type="paragraph" w:styleId="berschrift1">
    <w:name w:val="heading 1"/>
    <w:aliases w:val="Ü1"/>
    <w:basedOn w:val="Standard"/>
    <w:next w:val="Standard"/>
    <w:uiPriority w:val="9"/>
    <w:qFormat/>
    <w:rsid w:val="000774B6"/>
    <w:pPr>
      <w:keepNext/>
      <w:keepLines/>
      <w:numPr>
        <w:numId w:val="1"/>
      </w:numPr>
      <w:suppressAutoHyphens/>
      <w:spacing w:before="600"/>
      <w:contextualSpacing/>
      <w:jc w:val="center"/>
      <w:outlineLvl w:val="0"/>
    </w:pPr>
    <w:rPr>
      <w:b/>
      <w:szCs w:val="26"/>
    </w:rPr>
  </w:style>
  <w:style w:type="paragraph" w:styleId="berschrift2">
    <w:name w:val="heading 2"/>
    <w:aliases w:val="Ü2"/>
    <w:basedOn w:val="Standard"/>
    <w:next w:val="Standard"/>
    <w:uiPriority w:val="9"/>
    <w:qFormat/>
    <w:rsid w:val="000774B6"/>
    <w:pPr>
      <w:keepNext/>
      <w:keepLines/>
      <w:numPr>
        <w:ilvl w:val="1"/>
        <w:numId w:val="1"/>
      </w:numPr>
      <w:suppressAutoHyphens/>
      <w:spacing w:before="600"/>
      <w:contextualSpacing/>
      <w:jc w:val="center"/>
      <w:outlineLvl w:val="1"/>
    </w:pPr>
    <w:rPr>
      <w:b/>
      <w:szCs w:val="24"/>
    </w:rPr>
  </w:style>
  <w:style w:type="paragraph" w:styleId="berschrift3">
    <w:name w:val="heading 3"/>
    <w:aliases w:val="Ü3"/>
    <w:basedOn w:val="Standard"/>
    <w:next w:val="Standard"/>
    <w:uiPriority w:val="9"/>
    <w:qFormat/>
    <w:rsid w:val="000774B6"/>
    <w:pPr>
      <w:keepNext/>
      <w:keepLines/>
      <w:numPr>
        <w:ilvl w:val="2"/>
        <w:numId w:val="1"/>
      </w:numPr>
      <w:suppressAutoHyphens/>
      <w:spacing w:before="600"/>
      <w:contextualSpacing/>
      <w:jc w:val="center"/>
      <w:outlineLvl w:val="2"/>
    </w:pPr>
    <w:rPr>
      <w:b/>
      <w:szCs w:val="24"/>
    </w:rPr>
  </w:style>
  <w:style w:type="paragraph" w:styleId="berschrift4">
    <w:name w:val="heading 4"/>
    <w:aliases w:val="Ü4,Überschrift 4 Char"/>
    <w:basedOn w:val="Standard"/>
    <w:next w:val="Einzug1cm"/>
    <w:link w:val="berschrift4Zchn"/>
    <w:uiPriority w:val="9"/>
    <w:qFormat/>
    <w:rsid w:val="000774B6"/>
    <w:pPr>
      <w:keepNext/>
      <w:keepLines/>
      <w:numPr>
        <w:ilvl w:val="3"/>
        <w:numId w:val="1"/>
      </w:numPr>
      <w:suppressAutoHyphens/>
      <w:outlineLvl w:val="3"/>
    </w:pPr>
    <w:rPr>
      <w:i/>
      <w:szCs w:val="24"/>
    </w:rPr>
  </w:style>
  <w:style w:type="paragraph" w:styleId="berschrift5">
    <w:name w:val="heading 5"/>
    <w:aliases w:val="Ü5"/>
    <w:basedOn w:val="Standard"/>
    <w:next w:val="Einzug2cm"/>
    <w:uiPriority w:val="9"/>
    <w:qFormat/>
    <w:rsid w:val="000774B6"/>
    <w:pPr>
      <w:keepNext/>
      <w:keepLines/>
      <w:numPr>
        <w:ilvl w:val="5"/>
        <w:numId w:val="1"/>
      </w:numPr>
      <w:suppressAutoHyphens/>
      <w:outlineLvl w:val="4"/>
    </w:pPr>
    <w:rPr>
      <w:i/>
    </w:rPr>
  </w:style>
  <w:style w:type="paragraph" w:styleId="berschrift6">
    <w:name w:val="heading 6"/>
    <w:aliases w:val="Ü6"/>
    <w:basedOn w:val="Standard"/>
    <w:next w:val="Einzug3cm"/>
    <w:uiPriority w:val="9"/>
    <w:qFormat/>
    <w:rsid w:val="000774B6"/>
    <w:pPr>
      <w:keepNext/>
      <w:keepLines/>
      <w:numPr>
        <w:ilvl w:val="7"/>
        <w:numId w:val="1"/>
      </w:numPr>
      <w:suppressAutoHyphens/>
      <w:outlineLvl w:val="5"/>
    </w:pPr>
    <w:rPr>
      <w:i/>
      <w:szCs w:val="24"/>
    </w:rPr>
  </w:style>
  <w:style w:type="paragraph" w:styleId="berschrift7">
    <w:name w:val="heading 7"/>
    <w:aliases w:val="Ü7"/>
    <w:basedOn w:val="Standard"/>
    <w:next w:val="Einzug4cm"/>
    <w:uiPriority w:val="9"/>
    <w:qFormat/>
    <w:rsid w:val="000774B6"/>
    <w:pPr>
      <w:keepNext/>
      <w:keepLines/>
      <w:suppressAutoHyphens/>
      <w:outlineLvl w:val="6"/>
    </w:pPr>
    <w:rPr>
      <w:i/>
    </w:rPr>
  </w:style>
  <w:style w:type="paragraph" w:styleId="berschrift8">
    <w:name w:val="heading 8"/>
    <w:aliases w:val="Ü8"/>
    <w:basedOn w:val="Standard"/>
    <w:next w:val="Einzug4cm"/>
    <w:link w:val="berschrift8Zchn"/>
    <w:uiPriority w:val="9"/>
    <w:semiHidden/>
    <w:qFormat/>
    <w:locked/>
    <w:rsid w:val="000774B6"/>
    <w:pPr>
      <w:keepNext/>
      <w:keepLines/>
      <w:suppressAutoHyphens/>
      <w:ind w:left="2268" w:hanging="567"/>
      <w:outlineLvl w:val="7"/>
    </w:pPr>
    <w:rPr>
      <w:rFonts w:eastAsiaTheme="majorEastAsia" w:cstheme="majorBidi"/>
      <w:i/>
      <w:color w:val="404040" w:themeColor="text1" w:themeTint="BF"/>
      <w:szCs w:val="20"/>
    </w:rPr>
  </w:style>
  <w:style w:type="paragraph" w:styleId="berschrift9">
    <w:name w:val="heading 9"/>
    <w:aliases w:val="Ü9"/>
    <w:basedOn w:val="Standard"/>
    <w:next w:val="Einzug4cm"/>
    <w:link w:val="berschrift9Zchn"/>
    <w:uiPriority w:val="9"/>
    <w:semiHidden/>
    <w:qFormat/>
    <w:locked/>
    <w:rsid w:val="000774B6"/>
    <w:pPr>
      <w:keepNext/>
      <w:keepLines/>
      <w:ind w:left="2268" w:hanging="567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zug1cm">
    <w:name w:val="Einzug 1 cm"/>
    <w:aliases w:val="E1"/>
    <w:basedOn w:val="Standard"/>
    <w:uiPriority w:val="19"/>
    <w:qFormat/>
    <w:rsid w:val="000774B6"/>
    <w:pPr>
      <w:ind w:left="567"/>
    </w:pPr>
  </w:style>
  <w:style w:type="paragraph" w:customStyle="1" w:styleId="Einzug2cm">
    <w:name w:val="Einzug 2 cm"/>
    <w:aliases w:val="E2"/>
    <w:basedOn w:val="Standard"/>
    <w:uiPriority w:val="19"/>
    <w:qFormat/>
    <w:rsid w:val="000774B6"/>
    <w:pPr>
      <w:ind w:left="1134"/>
    </w:pPr>
  </w:style>
  <w:style w:type="paragraph" w:styleId="Fuzeile">
    <w:name w:val="footer"/>
    <w:basedOn w:val="Standard"/>
    <w:uiPriority w:val="89"/>
    <w:rsid w:val="000774B6"/>
    <w:pPr>
      <w:spacing w:after="0" w:line="240" w:lineRule="auto"/>
    </w:pPr>
    <w:rPr>
      <w:sz w:val="16"/>
    </w:rPr>
  </w:style>
  <w:style w:type="paragraph" w:customStyle="1" w:styleId="Hngend1cm">
    <w:name w:val="Hängend 1 cm"/>
    <w:aliases w:val="H1"/>
    <w:basedOn w:val="Standard"/>
    <w:next w:val="Einzug1cm"/>
    <w:uiPriority w:val="34"/>
    <w:qFormat/>
    <w:rsid w:val="000774B6"/>
    <w:pPr>
      <w:ind w:left="567" w:hanging="567"/>
    </w:pPr>
  </w:style>
  <w:style w:type="paragraph" w:customStyle="1" w:styleId="Hngend2cm">
    <w:name w:val="Hängend 2 cm"/>
    <w:aliases w:val="H2"/>
    <w:basedOn w:val="Standard"/>
    <w:next w:val="Einzug2cm"/>
    <w:uiPriority w:val="34"/>
    <w:qFormat/>
    <w:rsid w:val="000774B6"/>
    <w:pPr>
      <w:ind w:left="1134" w:hanging="567"/>
    </w:pPr>
  </w:style>
  <w:style w:type="paragraph" w:customStyle="1" w:styleId="Hngend3cm">
    <w:name w:val="Hängend 3 cm"/>
    <w:aliases w:val="H3"/>
    <w:basedOn w:val="Standard"/>
    <w:next w:val="Einzug3cm"/>
    <w:uiPriority w:val="34"/>
    <w:qFormat/>
    <w:rsid w:val="000774B6"/>
    <w:pPr>
      <w:ind w:left="1701" w:hanging="567"/>
    </w:pPr>
  </w:style>
  <w:style w:type="table" w:customStyle="1" w:styleId="UrkundenkopfTabelle">
    <w:name w:val="Urkundenkopf (Tabelle)"/>
    <w:basedOn w:val="NormaleTabelle"/>
    <w:uiPriority w:val="99"/>
    <w:rsid w:val="000774B6"/>
    <w:pPr>
      <w:spacing w:line="240" w:lineRule="auto"/>
    </w:pPr>
    <w:tblPr>
      <w:tblBorders>
        <w:bottom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uiPriority w:val="89"/>
    <w:rsid w:val="000774B6"/>
    <w:pPr>
      <w:spacing w:after="0" w:line="240" w:lineRule="auto"/>
      <w:jc w:val="center"/>
    </w:pPr>
  </w:style>
  <w:style w:type="paragraph" w:customStyle="1" w:styleId="U-Kopf">
    <w:name w:val="U-Kopf"/>
    <w:basedOn w:val="Standard"/>
    <w:next w:val="Standard"/>
    <w:uiPriority w:val="49"/>
    <w:qFormat/>
    <w:rsid w:val="000774B6"/>
    <w:pPr>
      <w:keepLines/>
      <w:tabs>
        <w:tab w:val="right" w:pos="8505"/>
      </w:tabs>
      <w:suppressAutoHyphens/>
      <w:jc w:val="right"/>
    </w:pPr>
  </w:style>
  <w:style w:type="paragraph" w:customStyle="1" w:styleId="ohneAbstandnach">
    <w:name w:val="ohne Abstand nach"/>
    <w:basedOn w:val="Standard"/>
    <w:uiPriority w:val="1"/>
    <w:qFormat/>
    <w:rsid w:val="000774B6"/>
    <w:pPr>
      <w:spacing w:after="0"/>
    </w:pPr>
  </w:style>
  <w:style w:type="paragraph" w:customStyle="1" w:styleId="Nummeriert1cm11">
    <w:name w:val="Nummeriert 1 cm 1.1"/>
    <w:aliases w:val="N1 (1.1)"/>
    <w:basedOn w:val="Standard"/>
    <w:next w:val="Einzug1cm"/>
    <w:uiPriority w:val="40"/>
    <w:qFormat/>
    <w:rsid w:val="000774B6"/>
  </w:style>
  <w:style w:type="paragraph" w:customStyle="1" w:styleId="Nummeriert1cm">
    <w:name w:val="Nummeriert 1 cm"/>
    <w:aliases w:val="N1"/>
    <w:basedOn w:val="Standard"/>
    <w:next w:val="Einzug1cm"/>
    <w:uiPriority w:val="24"/>
    <w:qFormat/>
    <w:rsid w:val="000774B6"/>
    <w:pPr>
      <w:numPr>
        <w:ilvl w:val="4"/>
        <w:numId w:val="1"/>
      </w:numPr>
    </w:pPr>
  </w:style>
  <w:style w:type="paragraph" w:customStyle="1" w:styleId="Nummeriert2cm">
    <w:name w:val="Nummeriert 2 cm"/>
    <w:aliases w:val="N2"/>
    <w:basedOn w:val="Standard"/>
    <w:next w:val="Einzug2cm"/>
    <w:uiPriority w:val="24"/>
    <w:qFormat/>
    <w:rsid w:val="000774B6"/>
    <w:pPr>
      <w:numPr>
        <w:ilvl w:val="6"/>
        <w:numId w:val="1"/>
      </w:numPr>
    </w:pPr>
  </w:style>
  <w:style w:type="paragraph" w:customStyle="1" w:styleId="Nummeriert3cm">
    <w:name w:val="Nummeriert 3 cm"/>
    <w:aliases w:val="N3"/>
    <w:basedOn w:val="Standard"/>
    <w:next w:val="Einzug3cm"/>
    <w:uiPriority w:val="24"/>
    <w:qFormat/>
    <w:rsid w:val="000774B6"/>
    <w:pPr>
      <w:numPr>
        <w:ilvl w:val="8"/>
        <w:numId w:val="1"/>
      </w:numPr>
    </w:pPr>
  </w:style>
  <w:style w:type="paragraph" w:customStyle="1" w:styleId="Schlussvermerk">
    <w:name w:val="Schlussvermerk"/>
    <w:basedOn w:val="Standard"/>
    <w:next w:val="Standard"/>
    <w:uiPriority w:val="49"/>
    <w:qFormat/>
    <w:rsid w:val="000774B6"/>
    <w:pPr>
      <w:keepLines/>
      <w:spacing w:before="600"/>
    </w:pPr>
  </w:style>
  <w:style w:type="numbering" w:customStyle="1" w:styleId="Urkundenberschriften-A">
    <w:name w:val="Urkundenüberschriften-A"/>
    <w:uiPriority w:val="99"/>
    <w:rsid w:val="000774B6"/>
    <w:pPr>
      <w:numPr>
        <w:numId w:val="1"/>
      </w:numPr>
    </w:pPr>
  </w:style>
  <w:style w:type="numbering" w:customStyle="1" w:styleId="Text-Gliederung">
    <w:name w:val="Text-Gliederung"/>
    <w:basedOn w:val="Urkundenberschriften-A"/>
    <w:uiPriority w:val="99"/>
    <w:rsid w:val="000774B6"/>
    <w:pPr>
      <w:numPr>
        <w:numId w:val="1"/>
      </w:numPr>
    </w:pPr>
  </w:style>
  <w:style w:type="paragraph" w:customStyle="1" w:styleId="berschrift411">
    <w:name w:val="Überschrift 4 (1.1)"/>
    <w:aliases w:val="Ü4 (1.1)"/>
    <w:basedOn w:val="Standard"/>
    <w:next w:val="Einzug1cm"/>
    <w:uiPriority w:val="39"/>
    <w:rsid w:val="000774B6"/>
    <w:pPr>
      <w:keepNext/>
      <w:suppressAutoHyphens/>
      <w:outlineLvl w:val="3"/>
    </w:pPr>
    <w:rPr>
      <w:i/>
    </w:rPr>
  </w:style>
  <w:style w:type="paragraph" w:customStyle="1" w:styleId="U-Titel">
    <w:name w:val="U-Titel"/>
    <w:basedOn w:val="Standard"/>
    <w:next w:val="Standard"/>
    <w:uiPriority w:val="49"/>
    <w:qFormat/>
    <w:rsid w:val="000774B6"/>
    <w:pPr>
      <w:keepLines/>
      <w:suppressAutoHyphens/>
      <w:jc w:val="center"/>
    </w:pPr>
    <w:rPr>
      <w:b/>
      <w:spacing w:val="5"/>
    </w:rPr>
  </w:style>
  <w:style w:type="paragraph" w:styleId="KeinLeerraum">
    <w:name w:val="No Spacing"/>
    <w:uiPriority w:val="99"/>
    <w:semiHidden/>
    <w:qFormat/>
    <w:locked/>
    <w:rsid w:val="000774B6"/>
    <w:pPr>
      <w:spacing w:line="240" w:lineRule="auto"/>
    </w:pPr>
  </w:style>
  <w:style w:type="paragraph" w:customStyle="1" w:styleId="Einzug3cm">
    <w:name w:val="Einzug 3 cm"/>
    <w:aliases w:val="E3"/>
    <w:basedOn w:val="Standard"/>
    <w:uiPriority w:val="19"/>
    <w:qFormat/>
    <w:rsid w:val="000774B6"/>
    <w:pPr>
      <w:ind w:left="1701"/>
    </w:pPr>
  </w:style>
  <w:style w:type="paragraph" w:customStyle="1" w:styleId="Einzug4cm">
    <w:name w:val="Einzug 4 cm"/>
    <w:aliases w:val="E4"/>
    <w:basedOn w:val="Standard"/>
    <w:uiPriority w:val="19"/>
    <w:qFormat/>
    <w:rsid w:val="000774B6"/>
    <w:pPr>
      <w:ind w:left="2268"/>
    </w:pPr>
  </w:style>
  <w:style w:type="paragraph" w:styleId="Inhaltsverzeichnisberschrift">
    <w:name w:val="TOC Heading"/>
    <w:basedOn w:val="Standard"/>
    <w:next w:val="Standard"/>
    <w:uiPriority w:val="49"/>
    <w:semiHidden/>
    <w:unhideWhenUsed/>
    <w:rsid w:val="000774B6"/>
    <w:pPr>
      <w:keepNext/>
      <w:keepLines/>
      <w:suppressAutoHyphens/>
      <w:spacing w:before="600"/>
      <w:jc w:val="center"/>
    </w:pPr>
    <w:rPr>
      <w:rFonts w:eastAsiaTheme="majorEastAsia" w:cstheme="majorBidi"/>
      <w:b/>
      <w:bCs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0774B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unhideWhenUsed/>
    <w:locked/>
    <w:rsid w:val="000774B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rschriftenglisch1">
    <w:name w:val="Überschrift englisch 1"/>
    <w:aliases w:val="ÜE1"/>
    <w:basedOn w:val="berschrift1"/>
    <w:next w:val="Standard"/>
    <w:uiPriority w:val="69"/>
    <w:rsid w:val="000774B6"/>
    <w:pPr>
      <w:numPr>
        <w:numId w:val="2"/>
      </w:numPr>
    </w:pPr>
    <w:rPr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74B6"/>
    <w:rPr>
      <w:rFonts w:ascii="Tahoma" w:hAnsi="Tahoma" w:cs="Tahoma"/>
      <w:sz w:val="16"/>
      <w:szCs w:val="16"/>
    </w:rPr>
  </w:style>
  <w:style w:type="paragraph" w:customStyle="1" w:styleId="Kommentar">
    <w:name w:val="Kommentar"/>
    <w:basedOn w:val="Standard"/>
    <w:link w:val="KommentarZchn"/>
    <w:uiPriority w:val="51"/>
    <w:qFormat/>
    <w:rsid w:val="000774B6"/>
    <w:pPr>
      <w:keepNext/>
      <w:spacing w:after="0"/>
    </w:pPr>
    <w:rPr>
      <w:vanish/>
      <w:color w:val="FF0000"/>
    </w:rPr>
  </w:style>
  <w:style w:type="table" w:customStyle="1" w:styleId="TabelleDE-EN">
    <w:name w:val="Tabelle DE-EN"/>
    <w:basedOn w:val="NormaleTabelle"/>
    <w:uiPriority w:val="99"/>
    <w:rsid w:val="000774B6"/>
    <w:tblPr>
      <w:tblCellMar>
        <w:left w:w="57" w:type="dxa"/>
        <w:right w:w="57" w:type="dxa"/>
      </w:tblCellMar>
    </w:tblPr>
  </w:style>
  <w:style w:type="character" w:customStyle="1" w:styleId="EnglischGB">
    <w:name w:val="Englisch GB"/>
    <w:basedOn w:val="Absatz-Standardschriftart"/>
    <w:uiPriority w:val="59"/>
    <w:qFormat/>
    <w:rsid w:val="000774B6"/>
    <w:rPr>
      <w:noProof w:val="0"/>
      <w:lang w:val="en-GB"/>
    </w:rPr>
  </w:style>
  <w:style w:type="character" w:customStyle="1" w:styleId="EnglischUSA">
    <w:name w:val="Englisch USA"/>
    <w:basedOn w:val="Absatz-Standardschriftart"/>
    <w:uiPriority w:val="59"/>
    <w:qFormat/>
    <w:rsid w:val="000774B6"/>
    <w:rPr>
      <w:noProof w:val="0"/>
      <w:lang w:val="en-US"/>
    </w:rPr>
  </w:style>
  <w:style w:type="table" w:customStyle="1" w:styleId="Gesellschafterlisten-Tabelle">
    <w:name w:val="Gesellschafterlisten-Tabelle"/>
    <w:basedOn w:val="NormaleTabelle"/>
    <w:uiPriority w:val="99"/>
    <w:rsid w:val="000774B6"/>
    <w:pPr>
      <w:spacing w:before="40" w:after="4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blStylePr w:type="firstRow">
      <w:pPr>
        <w:jc w:val="center"/>
      </w:pPr>
      <w:tblPr/>
      <w:tcPr>
        <w:vAlign w:val="center"/>
      </w:tcPr>
    </w:tblStylePr>
  </w:style>
  <w:style w:type="paragraph" w:customStyle="1" w:styleId="Hngend4cm">
    <w:name w:val="Hängend 4 cm"/>
    <w:aliases w:val="H4"/>
    <w:basedOn w:val="Standard"/>
    <w:next w:val="Einzug4cm"/>
    <w:uiPriority w:val="34"/>
    <w:qFormat/>
    <w:rsid w:val="000774B6"/>
    <w:pPr>
      <w:ind w:left="2268" w:hanging="567"/>
    </w:pPr>
  </w:style>
  <w:style w:type="paragraph" w:customStyle="1" w:styleId="Nummeriert4cm">
    <w:name w:val="Nummeriert 4 cm"/>
    <w:aliases w:val="N4"/>
    <w:basedOn w:val="Standard"/>
    <w:next w:val="Einzug4cm"/>
    <w:uiPriority w:val="24"/>
    <w:qFormat/>
    <w:rsid w:val="000774B6"/>
    <w:pPr>
      <w:numPr>
        <w:ilvl w:val="3"/>
        <w:numId w:val="25"/>
      </w:numPr>
    </w:pPr>
  </w:style>
  <w:style w:type="paragraph" w:customStyle="1" w:styleId="berschriftenglisch2">
    <w:name w:val="Überschrift englisch 2"/>
    <w:aliases w:val="ÜE2"/>
    <w:basedOn w:val="berschrift2"/>
    <w:next w:val="Standard"/>
    <w:uiPriority w:val="69"/>
    <w:rsid w:val="000774B6"/>
    <w:pPr>
      <w:numPr>
        <w:numId w:val="2"/>
      </w:numPr>
    </w:pPr>
    <w:rPr>
      <w:lang w:val="en-GB"/>
    </w:rPr>
  </w:style>
  <w:style w:type="paragraph" w:customStyle="1" w:styleId="berschriftenglisch3">
    <w:name w:val="Überschrift englisch 3"/>
    <w:aliases w:val="ÜE3"/>
    <w:basedOn w:val="berschrift3"/>
    <w:next w:val="Standard"/>
    <w:uiPriority w:val="69"/>
    <w:rsid w:val="000774B6"/>
    <w:pPr>
      <w:numPr>
        <w:numId w:val="2"/>
      </w:numPr>
    </w:pPr>
    <w:rPr>
      <w:lang w:val="en-GB"/>
    </w:rPr>
  </w:style>
  <w:style w:type="paragraph" w:customStyle="1" w:styleId="berschriftenglisch4">
    <w:name w:val="Überschrift englisch 4"/>
    <w:aliases w:val="ÜE4"/>
    <w:basedOn w:val="berschrift4"/>
    <w:next w:val="Einzug1cm"/>
    <w:uiPriority w:val="69"/>
    <w:rsid w:val="000774B6"/>
    <w:pPr>
      <w:numPr>
        <w:numId w:val="2"/>
      </w:numPr>
    </w:pPr>
    <w:rPr>
      <w:lang w:val="en-GB"/>
    </w:rPr>
  </w:style>
  <w:style w:type="paragraph" w:customStyle="1" w:styleId="berschriftenglisch5">
    <w:name w:val="Überschrift englisch 5"/>
    <w:aliases w:val="ÜE5"/>
    <w:basedOn w:val="berschrift5"/>
    <w:next w:val="Einzug2cm"/>
    <w:uiPriority w:val="69"/>
    <w:rsid w:val="000774B6"/>
    <w:pPr>
      <w:numPr>
        <w:numId w:val="2"/>
      </w:numPr>
    </w:pPr>
    <w:rPr>
      <w:lang w:val="en-GB"/>
    </w:rPr>
  </w:style>
  <w:style w:type="paragraph" w:customStyle="1" w:styleId="berschriftenglisch6">
    <w:name w:val="Überschrift englisch 6"/>
    <w:aliases w:val="ÜE6"/>
    <w:basedOn w:val="berschrift6"/>
    <w:next w:val="Einzug3cm"/>
    <w:uiPriority w:val="69"/>
    <w:rsid w:val="000774B6"/>
    <w:pPr>
      <w:numPr>
        <w:numId w:val="2"/>
      </w:numPr>
    </w:pPr>
    <w:rPr>
      <w:lang w:val="en-GB"/>
    </w:rPr>
  </w:style>
  <w:style w:type="paragraph" w:customStyle="1" w:styleId="berschriftenglisch7">
    <w:name w:val="Überschrift englisch 7"/>
    <w:aliases w:val="ÜE7"/>
    <w:basedOn w:val="berschrift7"/>
    <w:next w:val="Einzug4cm"/>
    <w:uiPriority w:val="69"/>
    <w:rsid w:val="000774B6"/>
  </w:style>
  <w:style w:type="paragraph" w:customStyle="1" w:styleId="berschriftenglisch411">
    <w:name w:val="Überschrift englisch 4 (1.1)"/>
    <w:aliases w:val="ÜE4 (1.1)"/>
    <w:basedOn w:val="berschrift411"/>
    <w:next w:val="Einzug1cm"/>
    <w:uiPriority w:val="79"/>
    <w:rsid w:val="000774B6"/>
  </w:style>
  <w:style w:type="paragraph" w:customStyle="1" w:styleId="Nummeriert1cmenglisch11">
    <w:name w:val="Nummeriert 1 cm englisch 1.1"/>
    <w:aliases w:val="NE1 (1.1)"/>
    <w:basedOn w:val="Nummeriert1cm11"/>
    <w:next w:val="Einzug1cm"/>
    <w:uiPriority w:val="80"/>
    <w:rsid w:val="000774B6"/>
  </w:style>
  <w:style w:type="numbering" w:customStyle="1" w:styleId="Urkundenberschriften-B">
    <w:name w:val="Urkundenüberschriften-B"/>
    <w:uiPriority w:val="99"/>
    <w:rsid w:val="000774B6"/>
    <w:pPr>
      <w:numPr>
        <w:numId w:val="2"/>
      </w:numPr>
    </w:pPr>
  </w:style>
  <w:style w:type="paragraph" w:customStyle="1" w:styleId="Beteiligte">
    <w:name w:val="Beteiligte"/>
    <w:basedOn w:val="Einzug1cm"/>
    <w:uiPriority w:val="49"/>
    <w:qFormat/>
    <w:rsid w:val="000774B6"/>
    <w:pPr>
      <w:ind w:hanging="567"/>
      <w:jc w:val="left"/>
    </w:pPr>
  </w:style>
  <w:style w:type="numbering" w:customStyle="1" w:styleId="Bullet-Gliederung">
    <w:name w:val="Bullet-Gliederung"/>
    <w:uiPriority w:val="99"/>
    <w:rsid w:val="000774B6"/>
    <w:pPr>
      <w:numPr>
        <w:numId w:val="6"/>
      </w:numPr>
    </w:pPr>
  </w:style>
  <w:style w:type="paragraph" w:customStyle="1" w:styleId="LinksoAn">
    <w:name w:val="Links oAn"/>
    <w:basedOn w:val="Standard"/>
    <w:uiPriority w:val="2"/>
    <w:qFormat/>
    <w:rsid w:val="000774B6"/>
    <w:pPr>
      <w:spacing w:after="0"/>
      <w:jc w:val="left"/>
    </w:pPr>
  </w:style>
  <w:style w:type="paragraph" w:customStyle="1" w:styleId="Gedankenstrich0cm">
    <w:name w:val="Gedankenstrich 0 cm"/>
    <w:aliases w:val="G0"/>
    <w:basedOn w:val="Standard"/>
    <w:uiPriority w:val="29"/>
    <w:qFormat/>
    <w:rsid w:val="000774B6"/>
    <w:pPr>
      <w:numPr>
        <w:numId w:val="6"/>
      </w:numPr>
    </w:pPr>
  </w:style>
  <w:style w:type="paragraph" w:customStyle="1" w:styleId="Gedankenstrich1cm">
    <w:name w:val="Gedankenstrich 1 cm"/>
    <w:aliases w:val="G1"/>
    <w:basedOn w:val="Standard"/>
    <w:uiPriority w:val="29"/>
    <w:qFormat/>
    <w:rsid w:val="000774B6"/>
    <w:pPr>
      <w:numPr>
        <w:ilvl w:val="1"/>
        <w:numId w:val="6"/>
      </w:numPr>
    </w:pPr>
  </w:style>
  <w:style w:type="paragraph" w:customStyle="1" w:styleId="Gedankenstrich2cm">
    <w:name w:val="Gedankenstrich 2 cm"/>
    <w:aliases w:val="G2"/>
    <w:basedOn w:val="Standard"/>
    <w:uiPriority w:val="29"/>
    <w:qFormat/>
    <w:rsid w:val="000774B6"/>
    <w:pPr>
      <w:numPr>
        <w:ilvl w:val="2"/>
        <w:numId w:val="6"/>
      </w:numPr>
    </w:pPr>
  </w:style>
  <w:style w:type="paragraph" w:customStyle="1" w:styleId="Gedankenstrich3cm">
    <w:name w:val="Gedankenstrich 3 cm"/>
    <w:aliases w:val="G3"/>
    <w:basedOn w:val="Standard"/>
    <w:uiPriority w:val="29"/>
    <w:qFormat/>
    <w:rsid w:val="000774B6"/>
    <w:pPr>
      <w:numPr>
        <w:ilvl w:val="3"/>
        <w:numId w:val="6"/>
      </w:numPr>
    </w:pPr>
  </w:style>
  <w:style w:type="paragraph" w:customStyle="1" w:styleId="Gedankenstrich4cm">
    <w:name w:val="Gedankenstrich 4 cm"/>
    <w:aliases w:val="G4"/>
    <w:basedOn w:val="Standard"/>
    <w:uiPriority w:val="29"/>
    <w:qFormat/>
    <w:rsid w:val="000774B6"/>
    <w:pPr>
      <w:numPr>
        <w:ilvl w:val="4"/>
        <w:numId w:val="6"/>
      </w:numPr>
    </w:pPr>
  </w:style>
  <w:style w:type="paragraph" w:customStyle="1" w:styleId="Grundbesitz">
    <w:name w:val="Grundbesitz"/>
    <w:basedOn w:val="Einzug1cm"/>
    <w:uiPriority w:val="49"/>
    <w:qFormat/>
    <w:rsid w:val="000774B6"/>
    <w:pPr>
      <w:ind w:left="1701" w:hanging="1134"/>
      <w:contextualSpacing/>
    </w:pPr>
  </w:style>
  <w:style w:type="character" w:customStyle="1" w:styleId="KommentarZchn">
    <w:name w:val="Kommentar Zchn"/>
    <w:basedOn w:val="Absatz-Standardschriftart"/>
    <w:link w:val="Kommentar"/>
    <w:uiPriority w:val="51"/>
    <w:rsid w:val="000774B6"/>
    <w:rPr>
      <w:vanish/>
      <w:color w:val="FF0000"/>
    </w:rPr>
  </w:style>
  <w:style w:type="paragraph" w:customStyle="1" w:styleId="Wahltext">
    <w:name w:val="Wahltext"/>
    <w:basedOn w:val="Standard"/>
    <w:link w:val="WahltextZchn"/>
    <w:uiPriority w:val="51"/>
    <w:qFormat/>
    <w:rsid w:val="000774B6"/>
    <w:rPr>
      <w:vanish/>
      <w:color w:val="0000FF"/>
    </w:rPr>
  </w:style>
  <w:style w:type="character" w:customStyle="1" w:styleId="WahltextZchn">
    <w:name w:val="Wahltext Zchn"/>
    <w:basedOn w:val="KommentarZchn"/>
    <w:link w:val="Wahltext"/>
    <w:uiPriority w:val="51"/>
    <w:rsid w:val="000774B6"/>
    <w:rPr>
      <w:vanish/>
      <w:color w:val="0000FF"/>
    </w:rPr>
  </w:style>
  <w:style w:type="paragraph" w:customStyle="1" w:styleId="BetreffHRAnm">
    <w:name w:val="Betreff HRAnm"/>
    <w:basedOn w:val="U-Titel"/>
    <w:uiPriority w:val="49"/>
    <w:qFormat/>
    <w:rsid w:val="000774B6"/>
    <w:pPr>
      <w:spacing w:after="600"/>
      <w:contextualSpacing/>
      <w:jc w:val="left"/>
    </w:pPr>
  </w:style>
  <w:style w:type="character" w:customStyle="1" w:styleId="berschrift8Zchn">
    <w:name w:val="Überschrift 8 Zchn"/>
    <w:aliases w:val="Ü8 Zchn"/>
    <w:basedOn w:val="Absatz-Standardschriftart"/>
    <w:link w:val="berschrift8"/>
    <w:uiPriority w:val="9"/>
    <w:semiHidden/>
    <w:rsid w:val="000774B6"/>
    <w:rPr>
      <w:rFonts w:eastAsiaTheme="majorEastAsia" w:cstheme="majorBidi"/>
      <w:i/>
      <w:color w:val="404040" w:themeColor="text1" w:themeTint="BF"/>
      <w:szCs w:val="20"/>
    </w:rPr>
  </w:style>
  <w:style w:type="character" w:customStyle="1" w:styleId="berschrift9Zchn">
    <w:name w:val="Überschrift 9 Zchn"/>
    <w:aliases w:val="Ü9 Zchn"/>
    <w:basedOn w:val="Absatz-Standardschriftart"/>
    <w:link w:val="berschrift9"/>
    <w:uiPriority w:val="9"/>
    <w:semiHidden/>
    <w:rsid w:val="000774B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Funotentext">
    <w:name w:val="footnote text"/>
    <w:basedOn w:val="Standard"/>
    <w:link w:val="FunotentextZchn"/>
    <w:uiPriority w:val="99"/>
    <w:unhideWhenUsed/>
    <w:locked/>
    <w:rsid w:val="000774B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774B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locked/>
    <w:rsid w:val="000774B6"/>
    <w:rPr>
      <w:vertAlign w:val="superscript"/>
    </w:rPr>
  </w:style>
  <w:style w:type="character" w:customStyle="1" w:styleId="berschrift4Zchn">
    <w:name w:val="Überschrift 4 Zchn"/>
    <w:aliases w:val="Ü4 Zchn,Überschrift 4 Char Zchn"/>
    <w:basedOn w:val="Absatz-Standardschriftart"/>
    <w:link w:val="berschrift4"/>
    <w:uiPriority w:val="9"/>
    <w:rsid w:val="0026515F"/>
    <w:rPr>
      <w:i/>
      <w:szCs w:val="24"/>
    </w:rPr>
  </w:style>
  <w:style w:type="paragraph" w:customStyle="1" w:styleId="absatz">
    <w:name w:val="absatz"/>
    <w:basedOn w:val="Standard"/>
    <w:uiPriority w:val="99"/>
    <w:rsid w:val="00205109"/>
    <w:pPr>
      <w:spacing w:before="120" w:after="120" w:line="240" w:lineRule="auto"/>
      <w:ind w:right="363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Nummeriert1cmenglisch">
    <w:name w:val="Nummeriert 1 cm englisch"/>
    <w:aliases w:val="NE1"/>
    <w:basedOn w:val="Nummeriert1cm"/>
    <w:next w:val="Einzug1cm"/>
    <w:uiPriority w:val="80"/>
    <w:rsid w:val="000774B6"/>
    <w:pPr>
      <w:numPr>
        <w:numId w:val="2"/>
      </w:numPr>
    </w:pPr>
    <w:rPr>
      <w:lang w:val="en-GB"/>
    </w:rPr>
  </w:style>
  <w:style w:type="paragraph" w:customStyle="1" w:styleId="Nummeriert2cmenglisch">
    <w:name w:val="Nummeriert 2 cm englisch"/>
    <w:aliases w:val="NE2"/>
    <w:basedOn w:val="Nummeriert2cm"/>
    <w:next w:val="Einzug2cm"/>
    <w:uiPriority w:val="80"/>
    <w:rsid w:val="000774B6"/>
    <w:pPr>
      <w:numPr>
        <w:numId w:val="2"/>
      </w:numPr>
    </w:pPr>
    <w:rPr>
      <w:lang w:val="en-GB"/>
    </w:rPr>
  </w:style>
  <w:style w:type="paragraph" w:customStyle="1" w:styleId="Nummeriert3cmenglisch">
    <w:name w:val="Nummeriert 3 cm englisch"/>
    <w:aliases w:val="NE3"/>
    <w:basedOn w:val="Nummeriert3cm"/>
    <w:next w:val="Einzug3cm"/>
    <w:uiPriority w:val="80"/>
    <w:rsid w:val="000774B6"/>
    <w:pPr>
      <w:numPr>
        <w:numId w:val="2"/>
      </w:numPr>
    </w:pPr>
    <w:rPr>
      <w:lang w:val="en-GB"/>
    </w:rPr>
  </w:style>
  <w:style w:type="character" w:customStyle="1" w:styleId="WahltextZeichenformatierung">
    <w:name w:val="Wahltext (Zeichenformatierung)"/>
    <w:basedOn w:val="Absatz-Standardschriftart"/>
    <w:uiPriority w:val="51"/>
    <w:rsid w:val="000774B6"/>
    <w:rPr>
      <w:vanish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3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otastic\Word-Vorlagen\Benutzer\Urkunde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62FD9-018C-407A-BCC0-7AF266CFE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UrkundeG.dotx</Template>
  <TotalTime>0</TotalTime>
  <Pages>1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762</vt:lpstr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762</dc:title>
  <dc:creator>Notar Dr. Marc Grotheer</dc:creator>
  <cp:lastModifiedBy>Christian Fenzl</cp:lastModifiedBy>
  <cp:revision>19</cp:revision>
  <cp:lastPrinted>2019-05-19T10:38:00Z</cp:lastPrinted>
  <dcterms:created xsi:type="dcterms:W3CDTF">2017-07-10T18:41:00Z</dcterms:created>
  <dcterms:modified xsi:type="dcterms:W3CDTF">2021-06-29T09:22:00Z</dcterms:modified>
</cp:coreProperties>
</file>